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FA" w:rsidRDefault="000D6BFA" w:rsidP="000D6BFA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0D6BFA" w:rsidRDefault="000D6BFA" w:rsidP="000D6BFA">
      <w:pPr>
        <w:jc w:val="center"/>
      </w:pPr>
      <w:r>
        <w:t xml:space="preserve"> УЧРЕЖДЕНИЕ ОМСКОЙ ОБЛАСТИ </w:t>
      </w:r>
    </w:p>
    <w:p w:rsidR="000D6BFA" w:rsidRDefault="000D6BFA" w:rsidP="000D6BFA">
      <w:pPr>
        <w:jc w:val="center"/>
      </w:pPr>
      <w:r>
        <w:t>«МЕДИЦИНСКИЙ КОЛЛЕДЖ»</w:t>
      </w:r>
    </w:p>
    <w:p w:rsidR="000D6BFA" w:rsidRDefault="000D6BFA" w:rsidP="000D6BFA">
      <w:pPr>
        <w:jc w:val="center"/>
      </w:pPr>
      <w:r>
        <w:t>(БПОУ ОО «МК»)</w:t>
      </w:r>
    </w:p>
    <w:p w:rsidR="00D77F5F" w:rsidRPr="00531A60" w:rsidRDefault="00D77F5F" w:rsidP="00D77F5F">
      <w:pPr>
        <w:rPr>
          <w:b/>
          <w:caps/>
          <w:sz w:val="28"/>
          <w:szCs w:val="28"/>
        </w:rPr>
      </w:pPr>
    </w:p>
    <w:p w:rsidR="00D77F5F" w:rsidRPr="00531A60" w:rsidRDefault="00D77F5F" w:rsidP="00D77F5F">
      <w:pPr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0D6B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D77F5F" w:rsidRPr="005E6A14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5E6A14">
        <w:rPr>
          <w:caps/>
          <w:sz w:val="28"/>
          <w:szCs w:val="28"/>
        </w:rPr>
        <w:t>ПРОГРАММа УЧЕБНОЙ ДИСЦИПЛИНЫ</w:t>
      </w: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31A60">
        <w:rPr>
          <w:b/>
          <w:caps/>
          <w:sz w:val="28"/>
          <w:szCs w:val="28"/>
        </w:rPr>
        <w:t>Основы реабилитологии</w:t>
      </w:r>
    </w:p>
    <w:p w:rsidR="00D77F5F" w:rsidRPr="00531A60" w:rsidRDefault="00D77F5F" w:rsidP="00D77F5F">
      <w:pPr>
        <w:pStyle w:val="aa"/>
        <w:rPr>
          <w:bCs/>
          <w:sz w:val="40"/>
          <w:szCs w:val="40"/>
        </w:rPr>
      </w:pPr>
    </w:p>
    <w:p w:rsidR="00D77F5F" w:rsidRPr="00531A60" w:rsidRDefault="00D77F5F" w:rsidP="00D77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77F5F" w:rsidRPr="00531A60" w:rsidRDefault="00D77F5F" w:rsidP="00D77F5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F3ACD" w:rsidRDefault="00A54D5F" w:rsidP="00D77F5F">
      <w:pPr>
        <w:jc w:val="center"/>
        <w:rPr>
          <w:sz w:val="28"/>
          <w:szCs w:val="28"/>
        </w:rPr>
      </w:pPr>
      <w:r>
        <w:rPr>
          <w:bCs/>
        </w:rPr>
        <w:t>201</w:t>
      </w:r>
      <w:r w:rsidR="00846820">
        <w:rPr>
          <w:bCs/>
        </w:rPr>
        <w:t>7</w:t>
      </w:r>
      <w:r w:rsidR="00D77F5F" w:rsidRPr="00531A60">
        <w:rPr>
          <w:bCs/>
        </w:rPr>
        <w:t xml:space="preserve"> </w:t>
      </w:r>
      <w:r w:rsidR="00D77F5F">
        <w:rPr>
          <w:bCs/>
        </w:rPr>
        <w:t>г</w:t>
      </w:r>
      <w:r>
        <w:rPr>
          <w:bCs/>
        </w:rPr>
        <w:t>.</w:t>
      </w:r>
    </w:p>
    <w:tbl>
      <w:tblPr>
        <w:tblW w:w="9360" w:type="dxa"/>
        <w:tblLook w:val="04A0"/>
      </w:tblPr>
      <w:tblGrid>
        <w:gridCol w:w="5637"/>
        <w:gridCol w:w="283"/>
        <w:gridCol w:w="3440"/>
      </w:tblGrid>
      <w:tr w:rsidR="005F3ACD" w:rsidRPr="00802093" w:rsidTr="00EA1BCB">
        <w:tc>
          <w:tcPr>
            <w:tcW w:w="5637" w:type="dxa"/>
          </w:tcPr>
          <w:p w:rsidR="005F3ACD" w:rsidRDefault="00344897" w:rsidP="00CB58A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-862678</wp:posOffset>
                  </wp:positionH>
                  <wp:positionV relativeFrom="paragraph">
                    <wp:posOffset>-159373</wp:posOffset>
                  </wp:positionV>
                  <wp:extent cx="7177657" cy="9851366"/>
                  <wp:effectExtent l="19050" t="0" r="4193" b="0"/>
                  <wp:wrapNone/>
                  <wp:docPr id="1" name="Рисунок 0" descr="Акушерское 11 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11 01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7657" cy="9851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F3ACD" w:rsidRPr="00802093">
              <w:rPr>
                <w:sz w:val="28"/>
                <w:szCs w:val="28"/>
              </w:rPr>
              <w:t xml:space="preserve">Рассмотрено и </w:t>
            </w:r>
            <w:r w:rsidR="005F3ACD">
              <w:rPr>
                <w:sz w:val="28"/>
                <w:szCs w:val="28"/>
              </w:rPr>
              <w:t>одобр</w:t>
            </w:r>
            <w:r w:rsidR="005F3ACD" w:rsidRPr="00802093">
              <w:rPr>
                <w:sz w:val="28"/>
                <w:szCs w:val="28"/>
              </w:rPr>
              <w:t xml:space="preserve">ено на заседании </w:t>
            </w:r>
          </w:p>
          <w:p w:rsidR="005F3ACD" w:rsidRPr="00802093" w:rsidRDefault="005F3ACD" w:rsidP="00CB58A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учебно-методической комиссии</w:t>
            </w:r>
          </w:p>
          <w:p w:rsidR="005F3ACD" w:rsidRPr="00802093" w:rsidRDefault="005F3ACD" w:rsidP="00CB58A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  <w:p w:rsidR="005F3ACD" w:rsidRPr="00802093" w:rsidRDefault="005F3ACD" w:rsidP="00CB5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 </w:t>
            </w:r>
            <w:r w:rsidRPr="00802093">
              <w:rPr>
                <w:sz w:val="28"/>
                <w:szCs w:val="28"/>
              </w:rPr>
              <w:t xml:space="preserve"> _________20</w:t>
            </w:r>
            <w:r w:rsidR="00CB58AE">
              <w:rPr>
                <w:sz w:val="28"/>
                <w:szCs w:val="28"/>
              </w:rPr>
              <w:t xml:space="preserve"> </w:t>
            </w:r>
            <w:r w:rsidRPr="00802093">
              <w:rPr>
                <w:sz w:val="28"/>
                <w:szCs w:val="28"/>
              </w:rPr>
              <w:t>__ г.</w:t>
            </w:r>
          </w:p>
          <w:p w:rsidR="00846820" w:rsidRDefault="005F3ACD" w:rsidP="00CB58A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5F3ACD" w:rsidRPr="00802093" w:rsidRDefault="00846820" w:rsidP="00CB5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</w:t>
            </w:r>
            <w:r w:rsidR="005F3ACD" w:rsidRPr="00802093">
              <w:rPr>
                <w:sz w:val="28"/>
                <w:szCs w:val="28"/>
              </w:rPr>
              <w:t>МР</w:t>
            </w:r>
          </w:p>
          <w:p w:rsidR="005F3ACD" w:rsidRPr="00802093" w:rsidRDefault="005F3ACD" w:rsidP="00CB58AE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5F3ACD" w:rsidRPr="00802093" w:rsidRDefault="005F3ACD" w:rsidP="00CB58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0" w:type="dxa"/>
          </w:tcPr>
          <w:p w:rsidR="005F3ACD" w:rsidRPr="00802093" w:rsidRDefault="005F3ACD" w:rsidP="005F3ACD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5F3ACD" w:rsidRPr="00802093" w:rsidRDefault="005F3ACD" w:rsidP="00CB58AE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</w:p>
          <w:p w:rsidR="005F3ACD" w:rsidRDefault="005F3ACD" w:rsidP="00CB5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5F3ACD" w:rsidRDefault="005F3ACD" w:rsidP="005F3A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Боровский</w:t>
            </w:r>
          </w:p>
          <w:p w:rsidR="005F3ACD" w:rsidRPr="00802093" w:rsidRDefault="005F3ACD" w:rsidP="00CB58AE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</w:t>
            </w:r>
            <w:r w:rsidRPr="00802093">
              <w:rPr>
                <w:sz w:val="28"/>
                <w:szCs w:val="28"/>
              </w:rPr>
              <w:t xml:space="preserve"> ________20___ г.</w:t>
            </w:r>
          </w:p>
          <w:p w:rsidR="005F3ACD" w:rsidRPr="00802093" w:rsidRDefault="005F3ACD" w:rsidP="00CB58AE">
            <w:pPr>
              <w:jc w:val="both"/>
              <w:rPr>
                <w:sz w:val="28"/>
                <w:szCs w:val="28"/>
              </w:rPr>
            </w:pPr>
          </w:p>
        </w:tc>
      </w:tr>
    </w:tbl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</w:p>
    <w:p w:rsidR="005E6A14" w:rsidRDefault="005E6A14" w:rsidP="005F3ACD">
      <w:pPr>
        <w:jc w:val="center"/>
        <w:rPr>
          <w:sz w:val="28"/>
          <w:szCs w:val="28"/>
        </w:rPr>
      </w:pPr>
    </w:p>
    <w:p w:rsidR="005E6A14" w:rsidRDefault="005E6A14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5F3ACD" w:rsidRPr="00CB58AE" w:rsidRDefault="005F3ACD" w:rsidP="005F3ACD">
      <w:pPr>
        <w:tabs>
          <w:tab w:val="left" w:pos="3165"/>
        </w:tabs>
        <w:jc w:val="center"/>
        <w:rPr>
          <w:b/>
          <w:sz w:val="28"/>
          <w:szCs w:val="28"/>
        </w:rPr>
      </w:pPr>
      <w:r w:rsidRPr="00CB58AE">
        <w:rPr>
          <w:b/>
          <w:sz w:val="28"/>
          <w:szCs w:val="28"/>
        </w:rPr>
        <w:t>Основы реабилитологии</w:t>
      </w:r>
    </w:p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FE2389">
        <w:rPr>
          <w:sz w:val="28"/>
          <w:szCs w:val="28"/>
        </w:rPr>
        <w:t>31.02.</w:t>
      </w:r>
      <w:r>
        <w:rPr>
          <w:sz w:val="28"/>
          <w:szCs w:val="28"/>
        </w:rPr>
        <w:t xml:space="preserve">02 </w:t>
      </w:r>
      <w:r w:rsidRPr="00EA6B40">
        <w:rPr>
          <w:sz w:val="28"/>
          <w:szCs w:val="28"/>
        </w:rPr>
        <w:t>Аку</w:t>
      </w:r>
      <w:r>
        <w:rPr>
          <w:sz w:val="28"/>
          <w:szCs w:val="28"/>
        </w:rPr>
        <w:t>шерское дело</w:t>
      </w:r>
      <w:r w:rsidR="00526FB6">
        <w:rPr>
          <w:sz w:val="28"/>
          <w:szCs w:val="28"/>
        </w:rPr>
        <w:t xml:space="preserve"> (базовая подготовка)</w:t>
      </w:r>
    </w:p>
    <w:p w:rsidR="005F3ACD" w:rsidRDefault="005F3ACD" w:rsidP="005F3ACD">
      <w:pPr>
        <w:jc w:val="center"/>
        <w:rPr>
          <w:sz w:val="28"/>
          <w:szCs w:val="28"/>
        </w:rPr>
      </w:pPr>
    </w:p>
    <w:p w:rsidR="005F3ACD" w:rsidRDefault="005F3ACD" w:rsidP="005F3ACD">
      <w:pPr>
        <w:jc w:val="center"/>
        <w:rPr>
          <w:sz w:val="28"/>
          <w:szCs w:val="28"/>
        </w:rPr>
      </w:pPr>
    </w:p>
    <w:p w:rsidR="00D5371C" w:rsidRDefault="005F3ACD" w:rsidP="00D5371C">
      <w:pPr>
        <w:jc w:val="both"/>
        <w:rPr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F03B82" w:rsidRPr="00531A60">
        <w:rPr>
          <w:sz w:val="28"/>
          <w:szCs w:val="28"/>
        </w:rPr>
        <w:lastRenderedPageBreak/>
        <w:t>П</w:t>
      </w:r>
      <w:r w:rsidR="00FF6AC7" w:rsidRPr="00531A60">
        <w:rPr>
          <w:sz w:val="28"/>
          <w:szCs w:val="28"/>
        </w:rPr>
        <w:t xml:space="preserve">рограмма </w:t>
      </w:r>
      <w:r w:rsidR="00BF6BDD" w:rsidRPr="00531A60">
        <w:rPr>
          <w:sz w:val="28"/>
          <w:szCs w:val="28"/>
        </w:rPr>
        <w:t xml:space="preserve">учебной </w:t>
      </w:r>
      <w:r w:rsidR="00FF6AC7" w:rsidRPr="00531A60">
        <w:rPr>
          <w:sz w:val="28"/>
          <w:szCs w:val="28"/>
        </w:rPr>
        <w:t>дисциплины</w:t>
      </w:r>
      <w:r w:rsidR="00FF6AC7" w:rsidRPr="00531A60">
        <w:rPr>
          <w:caps/>
          <w:sz w:val="28"/>
          <w:szCs w:val="28"/>
        </w:rPr>
        <w:t xml:space="preserve"> </w:t>
      </w:r>
      <w:r w:rsidR="00FF6AC7" w:rsidRPr="00531A60">
        <w:rPr>
          <w:sz w:val="28"/>
          <w:szCs w:val="28"/>
        </w:rPr>
        <w:t xml:space="preserve">разработана на основе </w:t>
      </w:r>
      <w:r w:rsidR="00361C74" w:rsidRPr="00531A60">
        <w:rPr>
          <w:sz w:val="28"/>
          <w:szCs w:val="28"/>
        </w:rPr>
        <w:t>Ф</w:t>
      </w:r>
      <w:r w:rsidR="00A81357" w:rsidRPr="00531A60">
        <w:rPr>
          <w:sz w:val="28"/>
          <w:szCs w:val="28"/>
        </w:rPr>
        <w:t xml:space="preserve">едерального </w:t>
      </w:r>
    </w:p>
    <w:p w:rsidR="00D5371C" w:rsidRDefault="00A81357" w:rsidP="00D5371C">
      <w:pPr>
        <w:jc w:val="both"/>
        <w:rPr>
          <w:sz w:val="28"/>
          <w:szCs w:val="28"/>
        </w:rPr>
      </w:pPr>
      <w:r w:rsidRPr="00531A60">
        <w:rPr>
          <w:sz w:val="28"/>
          <w:szCs w:val="28"/>
        </w:rPr>
        <w:t>государственного образовательного станд</w:t>
      </w:r>
      <w:r w:rsidR="00F03B82" w:rsidRPr="00531A60">
        <w:rPr>
          <w:sz w:val="28"/>
          <w:szCs w:val="28"/>
        </w:rPr>
        <w:t xml:space="preserve">арта </w:t>
      </w:r>
      <w:r w:rsidR="00CB58AE">
        <w:rPr>
          <w:sz w:val="28"/>
          <w:szCs w:val="28"/>
        </w:rPr>
        <w:t xml:space="preserve">(далее – ФГОС) </w:t>
      </w:r>
      <w:r w:rsidR="00FF6AC7" w:rsidRPr="00531A60">
        <w:rPr>
          <w:sz w:val="28"/>
          <w:szCs w:val="28"/>
        </w:rPr>
        <w:t>по специал</w:t>
      </w:r>
      <w:r w:rsidR="00FF6AC7" w:rsidRPr="00531A60">
        <w:rPr>
          <w:sz w:val="28"/>
          <w:szCs w:val="28"/>
        </w:rPr>
        <w:t>ь</w:t>
      </w:r>
      <w:r w:rsidR="00FF6AC7" w:rsidRPr="00531A60">
        <w:rPr>
          <w:sz w:val="28"/>
          <w:szCs w:val="28"/>
        </w:rPr>
        <w:t>но</w:t>
      </w:r>
      <w:r w:rsidR="00CB58AE">
        <w:rPr>
          <w:sz w:val="28"/>
          <w:szCs w:val="28"/>
        </w:rPr>
        <w:t>сти</w:t>
      </w:r>
      <w:r w:rsidRPr="00531A60">
        <w:rPr>
          <w:sz w:val="28"/>
          <w:szCs w:val="28"/>
        </w:rPr>
        <w:t xml:space="preserve"> </w:t>
      </w:r>
      <w:r w:rsidR="000473FC" w:rsidRPr="00531A60">
        <w:rPr>
          <w:sz w:val="28"/>
          <w:szCs w:val="28"/>
        </w:rPr>
        <w:t xml:space="preserve">среднего профессионального </w:t>
      </w:r>
      <w:r w:rsidR="006937BD" w:rsidRPr="00531A60">
        <w:rPr>
          <w:sz w:val="28"/>
          <w:szCs w:val="28"/>
        </w:rPr>
        <w:t xml:space="preserve">образования </w:t>
      </w:r>
      <w:r w:rsidR="00CB58AE">
        <w:rPr>
          <w:sz w:val="28"/>
          <w:szCs w:val="28"/>
        </w:rPr>
        <w:t xml:space="preserve">(далее – СПО) </w:t>
      </w:r>
    </w:p>
    <w:p w:rsidR="005F3ACD" w:rsidRPr="00D77F5F" w:rsidRDefault="00FE2389" w:rsidP="00D5371C">
      <w:pPr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>31.02.02</w:t>
      </w:r>
      <w:r w:rsidR="00804B61" w:rsidRPr="00531A60">
        <w:rPr>
          <w:bCs/>
          <w:sz w:val="28"/>
          <w:szCs w:val="28"/>
        </w:rPr>
        <w:t xml:space="preserve"> Акушерское дело</w:t>
      </w:r>
    </w:p>
    <w:p w:rsidR="00CB58AE" w:rsidRPr="00531A60" w:rsidRDefault="00CB58AE" w:rsidP="00F6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090C79" w:rsidRPr="00531A60" w:rsidRDefault="00CB58AE" w:rsidP="00090C79">
      <w:pPr>
        <w:pStyle w:val="aa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Организация-разработчик: б</w:t>
      </w:r>
      <w:r w:rsidR="002D1408" w:rsidRPr="00531A60">
        <w:rPr>
          <w:bCs/>
          <w:sz w:val="28"/>
          <w:szCs w:val="28"/>
        </w:rPr>
        <w:t xml:space="preserve">юджетное </w:t>
      </w:r>
      <w:r w:rsidR="00846820">
        <w:rPr>
          <w:bCs/>
          <w:sz w:val="28"/>
          <w:szCs w:val="28"/>
        </w:rPr>
        <w:t xml:space="preserve">профессиональное </w:t>
      </w:r>
      <w:r w:rsidR="002D1408" w:rsidRPr="00531A60">
        <w:rPr>
          <w:bCs/>
          <w:sz w:val="28"/>
          <w:szCs w:val="28"/>
        </w:rPr>
        <w:t>образовательное учреждение Омской области «Медицинский колледж».</w:t>
      </w:r>
    </w:p>
    <w:p w:rsidR="000473FC" w:rsidRPr="00531A60" w:rsidRDefault="000473FC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25E7" w:rsidRDefault="00090C79" w:rsidP="00B07111">
      <w:pPr>
        <w:pStyle w:val="aa"/>
        <w:rPr>
          <w:sz w:val="28"/>
          <w:szCs w:val="28"/>
        </w:rPr>
      </w:pPr>
      <w:r w:rsidRPr="00531A60">
        <w:rPr>
          <w:sz w:val="28"/>
          <w:szCs w:val="28"/>
        </w:rPr>
        <w:t>Разработчик</w:t>
      </w:r>
      <w:r w:rsidR="00FE2389">
        <w:rPr>
          <w:sz w:val="28"/>
          <w:szCs w:val="28"/>
        </w:rPr>
        <w:t>и</w:t>
      </w:r>
      <w:r w:rsidR="00FF6AC7" w:rsidRPr="00531A60">
        <w:rPr>
          <w:sz w:val="28"/>
          <w:szCs w:val="28"/>
        </w:rPr>
        <w:t>:</w:t>
      </w:r>
    </w:p>
    <w:p w:rsidR="00846820" w:rsidRDefault="00FE2389" w:rsidP="00846820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Силявская Ири</w:t>
      </w:r>
      <w:r w:rsidR="009018AC">
        <w:rPr>
          <w:sz w:val="28"/>
          <w:szCs w:val="28"/>
        </w:rPr>
        <w:t>на Ивановна, преподаватель высше</w:t>
      </w:r>
      <w:r>
        <w:rPr>
          <w:sz w:val="28"/>
          <w:szCs w:val="28"/>
        </w:rPr>
        <w:t xml:space="preserve">й квалификационной </w:t>
      </w:r>
    </w:p>
    <w:p w:rsidR="00FE2389" w:rsidRPr="00531A60" w:rsidRDefault="00FE2389" w:rsidP="00846820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категории,</w:t>
      </w:r>
    </w:p>
    <w:p w:rsidR="00CB58AE" w:rsidRDefault="00CB58AE" w:rsidP="00846820">
      <w:pPr>
        <w:pStyle w:val="aa"/>
        <w:jc w:val="both"/>
        <w:rPr>
          <w:sz w:val="28"/>
          <w:szCs w:val="28"/>
        </w:rPr>
      </w:pPr>
      <w:r w:rsidRPr="00CB58AE">
        <w:rPr>
          <w:sz w:val="28"/>
          <w:szCs w:val="28"/>
        </w:rPr>
        <w:t>Ковалёва Наталья Викторовна, преподаватель высшей квалификационной</w:t>
      </w:r>
    </w:p>
    <w:p w:rsidR="004D339A" w:rsidRPr="00CB58AE" w:rsidRDefault="00CB58AE" w:rsidP="00846820">
      <w:pPr>
        <w:pStyle w:val="aa"/>
        <w:jc w:val="both"/>
        <w:rPr>
          <w:sz w:val="28"/>
          <w:szCs w:val="28"/>
        </w:rPr>
      </w:pPr>
      <w:r w:rsidRPr="00CB58AE">
        <w:rPr>
          <w:sz w:val="28"/>
          <w:szCs w:val="28"/>
        </w:rPr>
        <w:t>категории</w:t>
      </w:r>
    </w:p>
    <w:p w:rsidR="004D339A" w:rsidRPr="00531A60" w:rsidRDefault="004D339A" w:rsidP="00CB58AE">
      <w:pPr>
        <w:pStyle w:val="aa"/>
        <w:jc w:val="both"/>
        <w:rPr>
          <w:sz w:val="28"/>
          <w:szCs w:val="28"/>
        </w:rPr>
      </w:pPr>
    </w:p>
    <w:p w:rsidR="004D339A" w:rsidRPr="00531A60" w:rsidRDefault="004D339A" w:rsidP="00B07111">
      <w:pPr>
        <w:pStyle w:val="aa"/>
        <w:rPr>
          <w:bCs/>
          <w:sz w:val="28"/>
          <w:szCs w:val="28"/>
        </w:rPr>
      </w:pPr>
    </w:p>
    <w:p w:rsidR="001A7D91" w:rsidRPr="00531A60" w:rsidRDefault="001A7D91" w:rsidP="00090C79">
      <w:pPr>
        <w:pStyle w:val="aa"/>
        <w:rPr>
          <w:b/>
          <w:bCs/>
          <w:sz w:val="28"/>
          <w:szCs w:val="28"/>
        </w:rPr>
      </w:pPr>
    </w:p>
    <w:p w:rsidR="00090C79" w:rsidRPr="00531A60" w:rsidRDefault="00090C79" w:rsidP="00090C79">
      <w:pPr>
        <w:pStyle w:val="aa"/>
        <w:rPr>
          <w:bCs/>
          <w:sz w:val="28"/>
          <w:szCs w:val="28"/>
        </w:rPr>
      </w:pPr>
      <w:r w:rsidRPr="00531A60">
        <w:rPr>
          <w:b/>
          <w:bCs/>
          <w:sz w:val="28"/>
          <w:szCs w:val="28"/>
        </w:rPr>
        <w:t xml:space="preserve">                </w:t>
      </w:r>
    </w:p>
    <w:p w:rsidR="00FF6AC7" w:rsidRPr="00531A60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6AC7" w:rsidRPr="00531A60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6AC7" w:rsidRPr="00531A60" w:rsidRDefault="00FF6AC7" w:rsidP="00FF6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531A60">
        <w:rPr>
          <w:sz w:val="28"/>
          <w:szCs w:val="28"/>
        </w:rPr>
        <w:tab/>
      </w:r>
      <w:r w:rsidRPr="00531A60">
        <w:rPr>
          <w:sz w:val="28"/>
          <w:szCs w:val="28"/>
        </w:rPr>
        <w:tab/>
      </w:r>
      <w:r w:rsidRPr="00531A60">
        <w:rPr>
          <w:sz w:val="28"/>
          <w:szCs w:val="28"/>
        </w:rPr>
        <w:tab/>
      </w:r>
      <w:r w:rsidRPr="00531A60">
        <w:rPr>
          <w:sz w:val="28"/>
          <w:szCs w:val="28"/>
        </w:rPr>
        <w:tab/>
      </w:r>
    </w:p>
    <w:p w:rsidR="00FF6AC7" w:rsidRPr="00531A60" w:rsidRDefault="00FF6AC7" w:rsidP="00FF6AC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371C" w:rsidRDefault="00D5371C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CB" w:rsidRDefault="00EA1BCB" w:rsidP="00EA1B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t>СОДЕРЖАНИЕ</w:t>
      </w:r>
    </w:p>
    <w:p w:rsidR="00EA1BCB" w:rsidRDefault="00EA1BCB" w:rsidP="00EA1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EA1BCB" w:rsidTr="00D5371C">
        <w:tc>
          <w:tcPr>
            <w:tcW w:w="7668" w:type="dxa"/>
          </w:tcPr>
          <w:p w:rsidR="00EA1BCB" w:rsidRDefault="00EA1BCB" w:rsidP="00D5371C">
            <w:pPr>
              <w:pStyle w:val="1"/>
              <w:spacing w:line="276" w:lineRule="auto"/>
              <w:ind w:left="720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EA1BCB" w:rsidRDefault="00EA1BCB" w:rsidP="00D5371C">
            <w:pPr>
              <w:jc w:val="center"/>
              <w:rPr>
                <w:b/>
              </w:rPr>
            </w:pPr>
            <w:r>
              <w:rPr>
                <w:b/>
              </w:rPr>
              <w:t>стр.</w:t>
            </w:r>
          </w:p>
          <w:p w:rsidR="00EA1BCB" w:rsidRDefault="00EA1BCB" w:rsidP="00D537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1BCB" w:rsidTr="00D5371C">
        <w:tc>
          <w:tcPr>
            <w:tcW w:w="7668" w:type="dxa"/>
          </w:tcPr>
          <w:p w:rsidR="00EA1BCB" w:rsidRPr="00EA1BCB" w:rsidRDefault="00EA1BCB" w:rsidP="00EA1BCB">
            <w:pPr>
              <w:pStyle w:val="1"/>
              <w:numPr>
                <w:ilvl w:val="0"/>
                <w:numId w:val="15"/>
              </w:numPr>
              <w:spacing w:line="276" w:lineRule="auto"/>
              <w:jc w:val="both"/>
              <w:rPr>
                <w:caps/>
              </w:rPr>
            </w:pPr>
            <w:r w:rsidRPr="00EA1BCB">
              <w:rPr>
                <w:caps/>
              </w:rPr>
              <w:t>ПАСПОРТ  ПРОГРАММЫ УЧЕБНОЙ ДИСЦИПЛИНЫ</w:t>
            </w:r>
          </w:p>
          <w:p w:rsidR="00EA1BCB" w:rsidRPr="00EA1BCB" w:rsidRDefault="00EA1BCB" w:rsidP="00D5371C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hideMark/>
          </w:tcPr>
          <w:p w:rsidR="00EA1BCB" w:rsidRDefault="00EA1BCB" w:rsidP="00D537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5</w:t>
            </w:r>
          </w:p>
        </w:tc>
      </w:tr>
      <w:tr w:rsidR="00EA1BCB" w:rsidTr="00D5371C">
        <w:tc>
          <w:tcPr>
            <w:tcW w:w="7668" w:type="dxa"/>
          </w:tcPr>
          <w:p w:rsidR="00EA1BCB" w:rsidRPr="00EA1BCB" w:rsidRDefault="00EA1BCB" w:rsidP="00EA1BCB">
            <w:pPr>
              <w:pStyle w:val="1"/>
              <w:numPr>
                <w:ilvl w:val="0"/>
                <w:numId w:val="15"/>
              </w:numPr>
              <w:spacing w:line="276" w:lineRule="auto"/>
              <w:jc w:val="both"/>
              <w:rPr>
                <w:caps/>
              </w:rPr>
            </w:pPr>
            <w:r w:rsidRPr="00EA1BCB">
              <w:rPr>
                <w:caps/>
              </w:rPr>
              <w:t>СТРУКТУРА и  содержание УЧЕБНОЙ ДИСЦИПЛИНЫ</w:t>
            </w:r>
          </w:p>
          <w:p w:rsidR="00EA1BCB" w:rsidRPr="00EA1BCB" w:rsidRDefault="00EA1BCB" w:rsidP="00D5371C">
            <w:pPr>
              <w:pStyle w:val="1"/>
              <w:spacing w:line="276" w:lineRule="auto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hideMark/>
          </w:tcPr>
          <w:p w:rsidR="00EA1BCB" w:rsidRPr="004A4FAF" w:rsidRDefault="00EA1BCB" w:rsidP="00D537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7</w:t>
            </w:r>
          </w:p>
        </w:tc>
      </w:tr>
      <w:tr w:rsidR="00EA1BCB" w:rsidTr="00D5371C">
        <w:trPr>
          <w:trHeight w:val="670"/>
        </w:trPr>
        <w:tc>
          <w:tcPr>
            <w:tcW w:w="7668" w:type="dxa"/>
            <w:hideMark/>
          </w:tcPr>
          <w:p w:rsidR="00EA1BCB" w:rsidRPr="00EA1BCB" w:rsidRDefault="00EA1BCB" w:rsidP="00EA1BCB">
            <w:pPr>
              <w:pStyle w:val="1"/>
              <w:numPr>
                <w:ilvl w:val="0"/>
                <w:numId w:val="15"/>
              </w:numPr>
              <w:spacing w:line="276" w:lineRule="auto"/>
              <w:jc w:val="both"/>
              <w:rPr>
                <w:caps/>
              </w:rPr>
            </w:pPr>
            <w:r w:rsidRPr="00EA1BCB">
              <w:rPr>
                <w:caps/>
              </w:rPr>
              <w:t>условия реализации  учебной дисциплины</w:t>
            </w:r>
          </w:p>
        </w:tc>
        <w:tc>
          <w:tcPr>
            <w:tcW w:w="1903" w:type="dxa"/>
          </w:tcPr>
          <w:p w:rsidR="00EA1BCB" w:rsidRPr="00F41155" w:rsidRDefault="000D6BFA" w:rsidP="00D5371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EA1BCB" w:rsidRDefault="00EA1BCB" w:rsidP="00D5371C">
            <w:pPr>
              <w:jc w:val="center"/>
              <w:rPr>
                <w:b/>
              </w:rPr>
            </w:pPr>
          </w:p>
          <w:p w:rsidR="00EA1BCB" w:rsidRDefault="00EA1BCB" w:rsidP="00D537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1BCB" w:rsidTr="00D5371C">
        <w:tc>
          <w:tcPr>
            <w:tcW w:w="7668" w:type="dxa"/>
          </w:tcPr>
          <w:p w:rsidR="00EA1BCB" w:rsidRPr="00EA1BCB" w:rsidRDefault="00EA1BCB" w:rsidP="00EA1BCB">
            <w:pPr>
              <w:pStyle w:val="1"/>
              <w:numPr>
                <w:ilvl w:val="0"/>
                <w:numId w:val="15"/>
              </w:numPr>
              <w:spacing w:line="276" w:lineRule="auto"/>
              <w:jc w:val="both"/>
              <w:rPr>
                <w:caps/>
              </w:rPr>
            </w:pPr>
            <w:r w:rsidRPr="00EA1BCB">
              <w:rPr>
                <w:caps/>
              </w:rPr>
              <w:t>Контроль и оценка результатов Освоения     учебной дисциплины</w:t>
            </w:r>
          </w:p>
          <w:p w:rsidR="00EA1BCB" w:rsidRPr="00EA1BCB" w:rsidRDefault="00EA1BCB" w:rsidP="00D5371C">
            <w:pPr>
              <w:pStyle w:val="1"/>
              <w:spacing w:line="276" w:lineRule="auto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hideMark/>
          </w:tcPr>
          <w:p w:rsidR="00EA1BCB" w:rsidRPr="00F41155" w:rsidRDefault="00EA1BCB" w:rsidP="00D537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</w:t>
            </w:r>
            <w:r w:rsidR="000D6BFA">
              <w:rPr>
                <w:b/>
              </w:rPr>
              <w:t>4</w:t>
            </w:r>
          </w:p>
        </w:tc>
      </w:tr>
    </w:tbl>
    <w:p w:rsidR="00EA1BCB" w:rsidRDefault="00EA1BCB" w:rsidP="00EA1B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2"/>
          <w:szCs w:val="32"/>
        </w:rPr>
      </w:pPr>
    </w:p>
    <w:p w:rsidR="00FF6AC7" w:rsidRPr="00531A60" w:rsidRDefault="008D5A81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31A60">
        <w:rPr>
          <w:b/>
          <w:caps/>
          <w:sz w:val="28"/>
          <w:szCs w:val="28"/>
        </w:rPr>
        <w:br w:type="page"/>
      </w:r>
      <w:r w:rsidR="00FF6AC7" w:rsidRPr="00531A60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04C91" w:rsidRPr="00CB58AE" w:rsidRDefault="00830B3B" w:rsidP="005710B3">
      <w:pPr>
        <w:pStyle w:val="aa"/>
        <w:jc w:val="center"/>
        <w:rPr>
          <w:b/>
          <w:bCs/>
          <w:sz w:val="28"/>
          <w:szCs w:val="28"/>
        </w:rPr>
      </w:pPr>
      <w:r w:rsidRPr="00CB58AE">
        <w:rPr>
          <w:b/>
          <w:bCs/>
          <w:sz w:val="28"/>
          <w:szCs w:val="28"/>
        </w:rPr>
        <w:t>Основы реабилитологии</w:t>
      </w:r>
    </w:p>
    <w:p w:rsidR="00FF6AC7" w:rsidRPr="00531A60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t>1.</w:t>
      </w:r>
      <w:r w:rsidR="00FF6AC7" w:rsidRPr="00531A60">
        <w:rPr>
          <w:b/>
          <w:sz w:val="28"/>
          <w:szCs w:val="28"/>
        </w:rPr>
        <w:t>1. Область применения программы</w:t>
      </w:r>
    </w:p>
    <w:p w:rsidR="005710B3" w:rsidRPr="00531A60" w:rsidRDefault="005710B3" w:rsidP="00CB58AE">
      <w:pPr>
        <w:pStyle w:val="aa"/>
        <w:spacing w:after="0"/>
        <w:ind w:firstLine="708"/>
        <w:jc w:val="both"/>
        <w:rPr>
          <w:sz w:val="28"/>
          <w:szCs w:val="28"/>
        </w:rPr>
      </w:pPr>
      <w:r w:rsidRPr="00531A60">
        <w:rPr>
          <w:sz w:val="28"/>
          <w:szCs w:val="28"/>
        </w:rPr>
        <w:t>П</w:t>
      </w:r>
      <w:r w:rsidR="00FF6AC7" w:rsidRPr="00531A60">
        <w:rPr>
          <w:sz w:val="28"/>
          <w:szCs w:val="28"/>
        </w:rPr>
        <w:t xml:space="preserve">рограмма учебной дисциплины </w:t>
      </w:r>
      <w:r w:rsidR="007041B2" w:rsidRPr="00531A60">
        <w:rPr>
          <w:sz w:val="28"/>
          <w:szCs w:val="28"/>
        </w:rPr>
        <w:t>является частью основной профе</w:t>
      </w:r>
      <w:r w:rsidR="007041B2" w:rsidRPr="00531A60">
        <w:rPr>
          <w:sz w:val="28"/>
          <w:szCs w:val="28"/>
        </w:rPr>
        <w:t>с</w:t>
      </w:r>
      <w:r w:rsidR="007041B2" w:rsidRPr="00531A60">
        <w:rPr>
          <w:sz w:val="28"/>
          <w:szCs w:val="28"/>
        </w:rPr>
        <w:t xml:space="preserve">сиональной образовательной программы </w:t>
      </w:r>
      <w:r w:rsidR="000D5CDF" w:rsidRPr="00531A60">
        <w:rPr>
          <w:sz w:val="28"/>
          <w:szCs w:val="28"/>
        </w:rPr>
        <w:t xml:space="preserve">в соответствии с ФГОС </w:t>
      </w:r>
      <w:r w:rsidR="00F04C91" w:rsidRPr="00531A60">
        <w:rPr>
          <w:sz w:val="28"/>
          <w:szCs w:val="28"/>
        </w:rPr>
        <w:t xml:space="preserve">по </w:t>
      </w:r>
      <w:r w:rsidR="00E21C40" w:rsidRPr="00531A60">
        <w:rPr>
          <w:sz w:val="28"/>
          <w:szCs w:val="28"/>
        </w:rPr>
        <w:t>спец</w:t>
      </w:r>
      <w:r w:rsidR="00E21C40" w:rsidRPr="00531A60">
        <w:rPr>
          <w:sz w:val="28"/>
          <w:szCs w:val="28"/>
        </w:rPr>
        <w:t>и</w:t>
      </w:r>
      <w:r w:rsidR="00E21C40" w:rsidRPr="00531A60">
        <w:rPr>
          <w:sz w:val="28"/>
          <w:szCs w:val="28"/>
        </w:rPr>
        <w:t>альност</w:t>
      </w:r>
      <w:r w:rsidR="00CB58AE">
        <w:rPr>
          <w:sz w:val="28"/>
          <w:szCs w:val="28"/>
        </w:rPr>
        <w:t>и СПО</w:t>
      </w:r>
      <w:r w:rsidR="00CA4E38" w:rsidRPr="00531A60">
        <w:rPr>
          <w:sz w:val="28"/>
          <w:szCs w:val="28"/>
        </w:rPr>
        <w:t xml:space="preserve"> </w:t>
      </w:r>
      <w:r w:rsidR="00FE2389">
        <w:rPr>
          <w:sz w:val="28"/>
          <w:szCs w:val="28"/>
        </w:rPr>
        <w:t>31.02.02</w:t>
      </w:r>
      <w:r w:rsidRPr="00531A60">
        <w:rPr>
          <w:bCs/>
          <w:sz w:val="28"/>
          <w:szCs w:val="28"/>
        </w:rPr>
        <w:t xml:space="preserve"> Акушерское дело </w:t>
      </w:r>
    </w:p>
    <w:p w:rsidR="00A80232" w:rsidRPr="00531A60" w:rsidRDefault="00830B3B" w:rsidP="00CB58AE">
      <w:pPr>
        <w:ind w:firstLine="708"/>
        <w:jc w:val="both"/>
        <w:rPr>
          <w:sz w:val="28"/>
          <w:szCs w:val="28"/>
        </w:rPr>
      </w:pPr>
      <w:r w:rsidRPr="00531A60">
        <w:rPr>
          <w:sz w:val="28"/>
          <w:szCs w:val="28"/>
        </w:rPr>
        <w:t>Знания и умения, полученные  при изучении данной дисциплины,  м</w:t>
      </w:r>
      <w:r w:rsidRPr="00531A60">
        <w:rPr>
          <w:sz w:val="28"/>
          <w:szCs w:val="28"/>
        </w:rPr>
        <w:t>о</w:t>
      </w:r>
      <w:r w:rsidRPr="00531A60">
        <w:rPr>
          <w:sz w:val="28"/>
          <w:szCs w:val="28"/>
        </w:rPr>
        <w:t>гут быть реализованы при освоении профессионального  модуля по спец</w:t>
      </w:r>
      <w:r w:rsidRPr="00531A60">
        <w:rPr>
          <w:sz w:val="28"/>
          <w:szCs w:val="28"/>
        </w:rPr>
        <w:t>и</w:t>
      </w:r>
      <w:r w:rsidR="00846820">
        <w:rPr>
          <w:sz w:val="28"/>
          <w:szCs w:val="28"/>
        </w:rPr>
        <w:t>альности Акушерское дело ПМ.</w:t>
      </w:r>
      <w:r w:rsidRPr="00531A60">
        <w:rPr>
          <w:sz w:val="28"/>
          <w:szCs w:val="28"/>
        </w:rPr>
        <w:t xml:space="preserve">01 </w:t>
      </w:r>
      <w:r w:rsidR="00A80232" w:rsidRPr="00531A60">
        <w:rPr>
          <w:sz w:val="28"/>
          <w:szCs w:val="28"/>
        </w:rPr>
        <w:t>Медицинская и медико-социальная п</w:t>
      </w:r>
      <w:r w:rsidR="00A80232" w:rsidRPr="00531A60">
        <w:rPr>
          <w:sz w:val="28"/>
          <w:szCs w:val="28"/>
        </w:rPr>
        <w:t>о</w:t>
      </w:r>
      <w:r w:rsidR="00A80232" w:rsidRPr="00531A60">
        <w:rPr>
          <w:sz w:val="28"/>
          <w:szCs w:val="28"/>
        </w:rPr>
        <w:t>мощь женщине при физиологическом течении беременности, родов, посл</w:t>
      </w:r>
      <w:r w:rsidR="00A80232" w:rsidRPr="00531A60">
        <w:rPr>
          <w:sz w:val="28"/>
          <w:szCs w:val="28"/>
        </w:rPr>
        <w:t>е</w:t>
      </w:r>
      <w:r w:rsidR="00A80232" w:rsidRPr="00531A60">
        <w:rPr>
          <w:sz w:val="28"/>
          <w:szCs w:val="28"/>
        </w:rPr>
        <w:t>родового периода.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A80232" w:rsidRPr="00531A60" w:rsidRDefault="00D5371C" w:rsidP="00CB58AE">
      <w:pPr>
        <w:pStyle w:val="aa"/>
        <w:spacing w:after="0"/>
        <w:ind w:firstLine="708"/>
        <w:contextualSpacing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Учебная дисциплина </w:t>
      </w:r>
      <w:r w:rsidR="00846820">
        <w:rPr>
          <w:bCs/>
          <w:sz w:val="28"/>
          <w:szCs w:val="28"/>
        </w:rPr>
        <w:t xml:space="preserve">ОП.11. </w:t>
      </w:r>
      <w:r w:rsidR="00CB58AE">
        <w:rPr>
          <w:bCs/>
          <w:sz w:val="28"/>
          <w:szCs w:val="28"/>
        </w:rPr>
        <w:t>Основы реабилит</w:t>
      </w:r>
      <w:r w:rsidR="009018AC">
        <w:rPr>
          <w:bCs/>
          <w:sz w:val="28"/>
          <w:szCs w:val="28"/>
        </w:rPr>
        <w:t>ологии</w:t>
      </w:r>
      <w:r w:rsidR="00A80232" w:rsidRPr="00531A60">
        <w:rPr>
          <w:bCs/>
          <w:sz w:val="28"/>
          <w:szCs w:val="28"/>
        </w:rPr>
        <w:t xml:space="preserve"> является соста</w:t>
      </w:r>
      <w:r w:rsidR="00A80232" w:rsidRPr="00531A60">
        <w:rPr>
          <w:bCs/>
          <w:sz w:val="28"/>
          <w:szCs w:val="28"/>
        </w:rPr>
        <w:t>в</w:t>
      </w:r>
      <w:r w:rsidR="00A80232" w:rsidRPr="00531A60">
        <w:rPr>
          <w:bCs/>
          <w:sz w:val="28"/>
          <w:szCs w:val="28"/>
        </w:rPr>
        <w:t xml:space="preserve">ной частью профессионального </w:t>
      </w:r>
      <w:r w:rsidR="00846820">
        <w:rPr>
          <w:bCs/>
          <w:sz w:val="28"/>
          <w:szCs w:val="28"/>
        </w:rPr>
        <w:t xml:space="preserve">учебного </w:t>
      </w:r>
      <w:r w:rsidR="00A80232" w:rsidRPr="00531A60">
        <w:rPr>
          <w:bCs/>
          <w:sz w:val="28"/>
          <w:szCs w:val="28"/>
        </w:rPr>
        <w:t>цикла</w:t>
      </w:r>
      <w:r w:rsidR="00CB58AE">
        <w:rPr>
          <w:bCs/>
          <w:sz w:val="28"/>
          <w:szCs w:val="28"/>
        </w:rPr>
        <w:t xml:space="preserve"> дисциплин</w:t>
      </w:r>
      <w:r w:rsidR="00846820">
        <w:rPr>
          <w:bCs/>
          <w:sz w:val="28"/>
          <w:szCs w:val="28"/>
        </w:rPr>
        <w:t xml:space="preserve"> П.00</w:t>
      </w:r>
      <w:r w:rsidR="00A80232" w:rsidRPr="00531A60">
        <w:rPr>
          <w:bCs/>
          <w:sz w:val="28"/>
          <w:szCs w:val="28"/>
        </w:rPr>
        <w:t>.</w:t>
      </w:r>
    </w:p>
    <w:p w:rsidR="00A80232" w:rsidRPr="00531A60" w:rsidRDefault="005F3ACD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A80232" w:rsidRPr="00531A60">
        <w:rPr>
          <w:b/>
          <w:sz w:val="28"/>
          <w:szCs w:val="28"/>
        </w:rPr>
        <w:t xml:space="preserve">. Цели и задачи </w:t>
      </w:r>
      <w:r w:rsidR="00CB58AE">
        <w:rPr>
          <w:b/>
          <w:sz w:val="28"/>
          <w:szCs w:val="28"/>
        </w:rPr>
        <w:t>учебной дисциплины</w:t>
      </w:r>
      <w:r w:rsidR="00A80232" w:rsidRPr="00531A60">
        <w:rPr>
          <w:b/>
          <w:sz w:val="28"/>
          <w:szCs w:val="28"/>
        </w:rPr>
        <w:t xml:space="preserve"> – требования к результатам о</w:t>
      </w:r>
      <w:r w:rsidR="00A80232" w:rsidRPr="00531A60">
        <w:rPr>
          <w:b/>
          <w:sz w:val="28"/>
          <w:szCs w:val="28"/>
        </w:rPr>
        <w:t>с</w:t>
      </w:r>
      <w:r w:rsidR="00A80232" w:rsidRPr="00531A60">
        <w:rPr>
          <w:b/>
          <w:sz w:val="28"/>
          <w:szCs w:val="28"/>
        </w:rPr>
        <w:t xml:space="preserve">воения </w:t>
      </w:r>
      <w:r w:rsidR="00D5371C" w:rsidRPr="00531A60">
        <w:rPr>
          <w:b/>
          <w:sz w:val="28"/>
          <w:szCs w:val="28"/>
        </w:rPr>
        <w:t>учебной дисциплины</w:t>
      </w:r>
    </w:p>
    <w:p w:rsidR="00D5371C" w:rsidRDefault="00526FB6" w:rsidP="00526F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371C" w:rsidRPr="006B1938">
        <w:rPr>
          <w:sz w:val="28"/>
          <w:szCs w:val="28"/>
        </w:rPr>
        <w:t>В результате</w:t>
      </w:r>
      <w:r w:rsidR="00D5371C">
        <w:rPr>
          <w:sz w:val="28"/>
          <w:szCs w:val="28"/>
        </w:rPr>
        <w:t xml:space="preserve"> освоения учебной дисциплины обучающийся должен </w:t>
      </w:r>
    </w:p>
    <w:p w:rsidR="00A80232" w:rsidRPr="00531A60" w:rsidRDefault="00D5371C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t xml:space="preserve"> </w:t>
      </w:r>
      <w:r w:rsidR="00A80232" w:rsidRPr="00531A60">
        <w:rPr>
          <w:b/>
          <w:sz w:val="28"/>
          <w:szCs w:val="28"/>
        </w:rPr>
        <w:t>уметь: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 xml:space="preserve">- осуществлять реабилитационные мероприятия пациентам  с акушерской, гинекологической и экстрагенитальной патологией; 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осуществлять приемы классического массажа;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подбирать оптимальные комплексы лечебной физкультуры;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проводить основные физиотерапевтические процедуры по назначению вр</w:t>
      </w:r>
      <w:r w:rsidRPr="00531A60">
        <w:rPr>
          <w:sz w:val="28"/>
          <w:szCs w:val="28"/>
        </w:rPr>
        <w:t>а</w:t>
      </w:r>
      <w:r w:rsidR="00D5371C">
        <w:rPr>
          <w:sz w:val="28"/>
          <w:szCs w:val="28"/>
        </w:rPr>
        <w:t>ча;</w:t>
      </w:r>
      <w:r w:rsidRPr="00531A60">
        <w:rPr>
          <w:sz w:val="28"/>
          <w:szCs w:val="28"/>
        </w:rPr>
        <w:t xml:space="preserve"> 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t>знать: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основные законы и нормативные акты</w:t>
      </w:r>
      <w:r w:rsidR="00297044">
        <w:rPr>
          <w:sz w:val="28"/>
          <w:szCs w:val="28"/>
        </w:rPr>
        <w:t>,</w:t>
      </w:r>
      <w:r w:rsidRPr="00531A60">
        <w:rPr>
          <w:sz w:val="28"/>
          <w:szCs w:val="28"/>
        </w:rPr>
        <w:t xml:space="preserve"> регламентирующие медико-социальную деятельность;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виды, формы и методы реабилитации;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особенности реабилитации в акушерско-гинекологической практике;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показания и особенности применения лечебной физкультуры, массажа и физиотерапии у беременных, рожениц, родильниц и гинекологических бол</w:t>
      </w:r>
      <w:r w:rsidRPr="00531A60">
        <w:rPr>
          <w:sz w:val="28"/>
          <w:szCs w:val="28"/>
        </w:rPr>
        <w:t>ь</w:t>
      </w:r>
      <w:r w:rsidRPr="00531A60">
        <w:rPr>
          <w:sz w:val="28"/>
          <w:szCs w:val="28"/>
        </w:rPr>
        <w:t>ных;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основные приемы классического массажа, их физиологическое действие, показания и противопоказания;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понятие о медицинском контроле в лечебной физкультуре;</w:t>
      </w:r>
    </w:p>
    <w:p w:rsidR="00A80232" w:rsidRPr="00531A60" w:rsidRDefault="00A80232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>- основные виды физиотерапевтических процедур и возможности их прим</w:t>
      </w:r>
      <w:r w:rsidRPr="00531A60">
        <w:rPr>
          <w:sz w:val="28"/>
          <w:szCs w:val="28"/>
        </w:rPr>
        <w:t>е</w:t>
      </w:r>
      <w:r w:rsidRPr="00531A60">
        <w:rPr>
          <w:sz w:val="28"/>
          <w:szCs w:val="28"/>
        </w:rPr>
        <w:t>нения в акушерско-гинекологической практике.</w:t>
      </w:r>
    </w:p>
    <w:p w:rsidR="00830B3B" w:rsidRPr="00531A60" w:rsidRDefault="00830B3B" w:rsidP="00CB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80232" w:rsidRPr="005F3ACD" w:rsidRDefault="005F3ACD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A80232" w:rsidRPr="00531A60">
        <w:rPr>
          <w:b/>
          <w:sz w:val="28"/>
          <w:szCs w:val="28"/>
        </w:rPr>
        <w:t>. Количество часов на освоение программы учебной дисциплины:</w:t>
      </w:r>
    </w:p>
    <w:p w:rsidR="00A80232" w:rsidRPr="00531A60" w:rsidRDefault="00A80232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31A60">
        <w:rPr>
          <w:sz w:val="28"/>
          <w:szCs w:val="28"/>
        </w:rPr>
        <w:t xml:space="preserve">максимальной учебной нагрузки обучающегося – </w:t>
      </w:r>
      <w:r w:rsidR="00BE09A7" w:rsidRPr="00531A60">
        <w:rPr>
          <w:sz w:val="28"/>
          <w:szCs w:val="28"/>
        </w:rPr>
        <w:t>90</w:t>
      </w:r>
      <w:r w:rsidR="005F3ACD">
        <w:rPr>
          <w:sz w:val="28"/>
          <w:szCs w:val="28"/>
        </w:rPr>
        <w:t xml:space="preserve"> часов,</w:t>
      </w:r>
      <w:r w:rsidR="005F3ACD" w:rsidRPr="005F3ACD">
        <w:rPr>
          <w:sz w:val="28"/>
          <w:szCs w:val="28"/>
        </w:rPr>
        <w:t xml:space="preserve"> </w:t>
      </w:r>
      <w:r w:rsidR="005F3ACD" w:rsidRPr="00531A60">
        <w:rPr>
          <w:sz w:val="28"/>
          <w:szCs w:val="28"/>
        </w:rPr>
        <w:t>в том числе</w:t>
      </w:r>
      <w:r w:rsidRPr="00531A60">
        <w:rPr>
          <w:sz w:val="28"/>
          <w:szCs w:val="28"/>
        </w:rPr>
        <w:t>:</w:t>
      </w:r>
    </w:p>
    <w:p w:rsidR="00A80232" w:rsidRPr="00531A60" w:rsidRDefault="00A80232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531A60">
        <w:rPr>
          <w:sz w:val="28"/>
          <w:szCs w:val="28"/>
        </w:rPr>
        <w:t>обязательной аудиторной учебной нагрузки обучающегося –</w:t>
      </w:r>
      <w:r w:rsidR="00F66497" w:rsidRPr="00531A60">
        <w:rPr>
          <w:sz w:val="28"/>
          <w:szCs w:val="28"/>
        </w:rPr>
        <w:t xml:space="preserve"> </w:t>
      </w:r>
      <w:r w:rsidR="00BE4292" w:rsidRPr="00531A60">
        <w:rPr>
          <w:sz w:val="28"/>
          <w:szCs w:val="28"/>
        </w:rPr>
        <w:t>60</w:t>
      </w:r>
      <w:r w:rsidRPr="00531A60">
        <w:rPr>
          <w:sz w:val="28"/>
          <w:szCs w:val="28"/>
        </w:rPr>
        <w:t xml:space="preserve"> часов;</w:t>
      </w:r>
    </w:p>
    <w:p w:rsidR="00A80232" w:rsidRPr="00531A60" w:rsidRDefault="00A80232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531A60">
        <w:rPr>
          <w:sz w:val="28"/>
          <w:szCs w:val="28"/>
        </w:rPr>
        <w:t xml:space="preserve">самостоятельной работы обучающегося – </w:t>
      </w:r>
      <w:r w:rsidR="00BE09A7" w:rsidRPr="00531A60">
        <w:rPr>
          <w:sz w:val="28"/>
          <w:szCs w:val="28"/>
        </w:rPr>
        <w:t>30</w:t>
      </w:r>
      <w:r w:rsidR="00BE4292" w:rsidRPr="00531A60">
        <w:rPr>
          <w:sz w:val="28"/>
          <w:szCs w:val="28"/>
        </w:rPr>
        <w:t xml:space="preserve"> часов.</w:t>
      </w:r>
    </w:p>
    <w:p w:rsidR="00133071" w:rsidRPr="00531A60" w:rsidRDefault="001330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caps/>
          <w:sz w:val="28"/>
          <w:szCs w:val="28"/>
        </w:rPr>
      </w:pPr>
    </w:p>
    <w:p w:rsidR="00321F56" w:rsidRPr="00531A60" w:rsidRDefault="00321F56" w:rsidP="00133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321F56" w:rsidRPr="00531A60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133071" w:rsidRPr="00531A60" w:rsidRDefault="00133071" w:rsidP="00133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33071" w:rsidRPr="00531A60" w:rsidRDefault="00133071" w:rsidP="00133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31A60">
        <w:rPr>
          <w:b/>
          <w:sz w:val="28"/>
          <w:szCs w:val="28"/>
        </w:rPr>
        <w:t>2.1. Объем учебной дисциплины и виды учебной работы</w:t>
      </w:r>
    </w:p>
    <w:p w:rsidR="00133071" w:rsidRPr="00531A60" w:rsidRDefault="00133071" w:rsidP="00133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133071" w:rsidRPr="00531A60" w:rsidTr="005F4C96">
        <w:trPr>
          <w:trHeight w:val="460"/>
        </w:trPr>
        <w:tc>
          <w:tcPr>
            <w:tcW w:w="7904" w:type="dxa"/>
          </w:tcPr>
          <w:p w:rsidR="00133071" w:rsidRPr="00531A60" w:rsidRDefault="00133071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42812" w:rsidRDefault="00133071" w:rsidP="005F4C96">
            <w:pPr>
              <w:jc w:val="center"/>
              <w:rPr>
                <w:b/>
                <w:iCs/>
                <w:sz w:val="28"/>
                <w:szCs w:val="28"/>
              </w:rPr>
            </w:pPr>
            <w:r w:rsidRPr="00042812">
              <w:rPr>
                <w:b/>
                <w:iCs/>
                <w:sz w:val="28"/>
                <w:szCs w:val="28"/>
              </w:rPr>
              <w:t xml:space="preserve">Объем </w:t>
            </w:r>
          </w:p>
          <w:p w:rsidR="00133071" w:rsidRPr="00042812" w:rsidRDefault="00133071" w:rsidP="005F4C96">
            <w:pPr>
              <w:jc w:val="center"/>
              <w:rPr>
                <w:b/>
                <w:iCs/>
                <w:sz w:val="28"/>
                <w:szCs w:val="28"/>
              </w:rPr>
            </w:pPr>
            <w:r w:rsidRPr="00042812">
              <w:rPr>
                <w:b/>
                <w:iCs/>
                <w:sz w:val="28"/>
                <w:szCs w:val="28"/>
              </w:rPr>
              <w:t>часов</w:t>
            </w:r>
          </w:p>
        </w:tc>
      </w:tr>
      <w:tr w:rsidR="00133071" w:rsidRPr="00531A60" w:rsidTr="005F4C96">
        <w:trPr>
          <w:trHeight w:val="285"/>
        </w:trPr>
        <w:tc>
          <w:tcPr>
            <w:tcW w:w="7904" w:type="dxa"/>
          </w:tcPr>
          <w:p w:rsidR="00133071" w:rsidRPr="00531A60" w:rsidRDefault="00133071" w:rsidP="005F4C96">
            <w:pPr>
              <w:rPr>
                <w:b/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33071" w:rsidRPr="00531A60" w:rsidRDefault="00BE4292" w:rsidP="005F4C96">
            <w:pPr>
              <w:jc w:val="center"/>
              <w:rPr>
                <w:b/>
                <w:iCs/>
                <w:sz w:val="28"/>
                <w:szCs w:val="28"/>
              </w:rPr>
            </w:pPr>
            <w:r w:rsidRPr="00531A60">
              <w:rPr>
                <w:b/>
                <w:iCs/>
                <w:sz w:val="28"/>
                <w:szCs w:val="28"/>
              </w:rPr>
              <w:t>90</w:t>
            </w:r>
          </w:p>
        </w:tc>
      </w:tr>
      <w:tr w:rsidR="00133071" w:rsidRPr="00531A60" w:rsidTr="005F4C96">
        <w:tc>
          <w:tcPr>
            <w:tcW w:w="7904" w:type="dxa"/>
          </w:tcPr>
          <w:p w:rsidR="00133071" w:rsidRPr="00531A60" w:rsidRDefault="00133071" w:rsidP="005F4C96">
            <w:pPr>
              <w:jc w:val="both"/>
              <w:rPr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33071" w:rsidRPr="00531A60" w:rsidRDefault="00133071" w:rsidP="005F4C96">
            <w:pPr>
              <w:jc w:val="center"/>
              <w:rPr>
                <w:b/>
                <w:iCs/>
                <w:sz w:val="28"/>
                <w:szCs w:val="28"/>
              </w:rPr>
            </w:pPr>
            <w:r w:rsidRPr="00531A60">
              <w:rPr>
                <w:b/>
                <w:iCs/>
                <w:sz w:val="28"/>
                <w:szCs w:val="28"/>
              </w:rPr>
              <w:t>60</w:t>
            </w:r>
          </w:p>
        </w:tc>
      </w:tr>
      <w:tr w:rsidR="00133071" w:rsidRPr="00531A60" w:rsidTr="005F4C96">
        <w:tc>
          <w:tcPr>
            <w:tcW w:w="7904" w:type="dxa"/>
          </w:tcPr>
          <w:p w:rsidR="00133071" w:rsidRPr="00531A60" w:rsidRDefault="00133071" w:rsidP="005F4C96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33071" w:rsidRPr="00531A60" w:rsidRDefault="00133071" w:rsidP="005F4C96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133071" w:rsidRPr="00531A60" w:rsidTr="005F4C96">
        <w:tc>
          <w:tcPr>
            <w:tcW w:w="7904" w:type="dxa"/>
          </w:tcPr>
          <w:p w:rsidR="00133071" w:rsidRPr="00531A60" w:rsidRDefault="00133071" w:rsidP="00133071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     теоретические занятия </w:t>
            </w:r>
          </w:p>
        </w:tc>
        <w:tc>
          <w:tcPr>
            <w:tcW w:w="1800" w:type="dxa"/>
          </w:tcPr>
          <w:p w:rsidR="00133071" w:rsidRPr="00B1466B" w:rsidRDefault="00133071" w:rsidP="005F4C96">
            <w:pPr>
              <w:jc w:val="center"/>
              <w:rPr>
                <w:iCs/>
                <w:sz w:val="28"/>
                <w:szCs w:val="28"/>
              </w:rPr>
            </w:pPr>
            <w:r w:rsidRPr="00B1466B">
              <w:rPr>
                <w:iCs/>
                <w:sz w:val="28"/>
                <w:szCs w:val="28"/>
              </w:rPr>
              <w:t>28</w:t>
            </w:r>
          </w:p>
        </w:tc>
      </w:tr>
      <w:tr w:rsidR="00133071" w:rsidRPr="00531A60" w:rsidTr="005F4C96">
        <w:tc>
          <w:tcPr>
            <w:tcW w:w="7904" w:type="dxa"/>
          </w:tcPr>
          <w:p w:rsidR="00133071" w:rsidRPr="00531A60" w:rsidRDefault="00133071" w:rsidP="005F4C96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133071" w:rsidRPr="00B1466B" w:rsidRDefault="00133071" w:rsidP="005F4C96">
            <w:pPr>
              <w:jc w:val="center"/>
              <w:rPr>
                <w:iCs/>
                <w:sz w:val="28"/>
                <w:szCs w:val="28"/>
              </w:rPr>
            </w:pPr>
            <w:r w:rsidRPr="00B1466B">
              <w:rPr>
                <w:iCs/>
                <w:sz w:val="28"/>
                <w:szCs w:val="28"/>
              </w:rPr>
              <w:t>32</w:t>
            </w:r>
          </w:p>
        </w:tc>
      </w:tr>
      <w:tr w:rsidR="00133071" w:rsidRPr="00531A60" w:rsidTr="00007AC0">
        <w:trPr>
          <w:trHeight w:val="5850"/>
        </w:trPr>
        <w:tc>
          <w:tcPr>
            <w:tcW w:w="7904" w:type="dxa"/>
          </w:tcPr>
          <w:p w:rsidR="00133071" w:rsidRDefault="00133071" w:rsidP="00133071">
            <w:pPr>
              <w:tabs>
                <w:tab w:val="num" w:pos="1843"/>
              </w:tabs>
              <w:jc w:val="both"/>
              <w:rPr>
                <w:b/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F052A0" w:rsidRPr="00F052A0" w:rsidRDefault="00F052A0" w:rsidP="00133071">
            <w:pPr>
              <w:tabs>
                <w:tab w:val="num" w:pos="184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133071" w:rsidRPr="00531A60" w:rsidRDefault="006132AE" w:rsidP="006132A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решение ситуационных задач</w:t>
            </w:r>
          </w:p>
          <w:p w:rsidR="00133071" w:rsidRPr="00531A60" w:rsidRDefault="006132AE" w:rsidP="006132A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в</w:t>
            </w:r>
            <w:r w:rsidR="00133071" w:rsidRPr="00531A60">
              <w:rPr>
                <w:sz w:val="28"/>
                <w:szCs w:val="28"/>
              </w:rPr>
              <w:t>ыполнение заданий в тестовой форме.</w:t>
            </w:r>
          </w:p>
          <w:p w:rsidR="00133071" w:rsidRPr="00531A60" w:rsidRDefault="006132AE" w:rsidP="006132A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с</w:t>
            </w:r>
            <w:r w:rsidR="00133071" w:rsidRPr="00531A60">
              <w:rPr>
                <w:sz w:val="28"/>
                <w:szCs w:val="28"/>
              </w:rPr>
              <w:t>оставление схем ориентировочных действий при выполн</w:t>
            </w:r>
            <w:r w:rsidR="00133071" w:rsidRPr="00531A60">
              <w:rPr>
                <w:sz w:val="28"/>
                <w:szCs w:val="28"/>
              </w:rPr>
              <w:t>е</w:t>
            </w:r>
            <w:r w:rsidR="00133071" w:rsidRPr="00531A60">
              <w:rPr>
                <w:sz w:val="28"/>
                <w:szCs w:val="28"/>
              </w:rPr>
              <w:t>нии различных реабилитационных процедур</w:t>
            </w:r>
          </w:p>
          <w:p w:rsidR="00133071" w:rsidRPr="00531A60" w:rsidRDefault="006132AE" w:rsidP="006132A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р</w:t>
            </w:r>
            <w:r w:rsidR="00133071" w:rsidRPr="00531A60">
              <w:rPr>
                <w:sz w:val="28"/>
                <w:szCs w:val="28"/>
              </w:rPr>
              <w:t>абота с дополнительной литературой и другими источника</w:t>
            </w:r>
            <w:r w:rsidR="00F052A0">
              <w:rPr>
                <w:sz w:val="28"/>
                <w:szCs w:val="28"/>
              </w:rPr>
              <w:t>ми информации</w:t>
            </w:r>
          </w:p>
          <w:p w:rsidR="00133071" w:rsidRPr="00531A60" w:rsidRDefault="006132AE" w:rsidP="006132A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о</w:t>
            </w:r>
            <w:r w:rsidR="00133071" w:rsidRPr="00531A60">
              <w:rPr>
                <w:sz w:val="28"/>
                <w:szCs w:val="28"/>
              </w:rPr>
              <w:t>тработка алгоритмов проведения реабилитационных проц</w:t>
            </w:r>
            <w:r w:rsidR="00133071" w:rsidRPr="00531A60">
              <w:rPr>
                <w:sz w:val="28"/>
                <w:szCs w:val="28"/>
              </w:rPr>
              <w:t>е</w:t>
            </w:r>
            <w:r w:rsidR="00133071" w:rsidRPr="00531A60">
              <w:rPr>
                <w:sz w:val="28"/>
                <w:szCs w:val="28"/>
              </w:rPr>
              <w:t>дур</w:t>
            </w:r>
          </w:p>
          <w:p w:rsidR="00133071" w:rsidRPr="00531A60" w:rsidRDefault="006132AE" w:rsidP="006132AE">
            <w:pPr>
              <w:tabs>
                <w:tab w:val="num" w:pos="2148"/>
              </w:tabs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о</w:t>
            </w:r>
            <w:r w:rsidR="00133071" w:rsidRPr="00531A60">
              <w:rPr>
                <w:sz w:val="28"/>
                <w:szCs w:val="28"/>
              </w:rPr>
              <w:t>формление медицинской документации</w:t>
            </w:r>
          </w:p>
          <w:p w:rsidR="00133071" w:rsidRPr="00531A60" w:rsidRDefault="006132AE" w:rsidP="006132AE">
            <w:pPr>
              <w:tabs>
                <w:tab w:val="num" w:pos="2148"/>
              </w:tabs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к</w:t>
            </w:r>
            <w:r w:rsidR="00133071" w:rsidRPr="00531A60">
              <w:rPr>
                <w:sz w:val="28"/>
                <w:szCs w:val="28"/>
              </w:rPr>
              <w:t>онспектирование нормативно-правовых документов</w:t>
            </w:r>
          </w:p>
          <w:p w:rsidR="00133071" w:rsidRPr="00531A60" w:rsidRDefault="006132AE" w:rsidP="006132AE">
            <w:pPr>
              <w:tabs>
                <w:tab w:val="num" w:pos="2148"/>
              </w:tabs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н</w:t>
            </w:r>
            <w:r w:rsidR="00133071" w:rsidRPr="00531A60">
              <w:rPr>
                <w:sz w:val="28"/>
                <w:szCs w:val="28"/>
              </w:rPr>
              <w:t>аписание рефератов для занятии № 2, № 3</w:t>
            </w:r>
          </w:p>
          <w:p w:rsidR="00133071" w:rsidRPr="00531A60" w:rsidRDefault="006132AE" w:rsidP="006132AE">
            <w:pPr>
              <w:tabs>
                <w:tab w:val="num" w:pos="2148"/>
              </w:tabs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р</w:t>
            </w:r>
            <w:r w:rsidR="00133071" w:rsidRPr="00531A60">
              <w:rPr>
                <w:sz w:val="28"/>
                <w:szCs w:val="28"/>
              </w:rPr>
              <w:t>абота с современными источниками информации (интернет, электронные библиотеки и др.) и учебно-методической литер</w:t>
            </w:r>
            <w:r w:rsidR="00133071" w:rsidRPr="00531A60">
              <w:rPr>
                <w:sz w:val="28"/>
                <w:szCs w:val="28"/>
              </w:rPr>
              <w:t>а</w:t>
            </w:r>
            <w:r w:rsidR="00133071" w:rsidRPr="00531A60">
              <w:rPr>
                <w:sz w:val="28"/>
                <w:szCs w:val="28"/>
              </w:rPr>
              <w:t>турой, периодическими изданиями по теме предмета</w:t>
            </w:r>
          </w:p>
          <w:p w:rsidR="00133071" w:rsidRPr="00531A60" w:rsidRDefault="006132AE" w:rsidP="00F052A0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- </w:t>
            </w:r>
            <w:r w:rsidR="00F052A0">
              <w:rPr>
                <w:sz w:val="28"/>
                <w:szCs w:val="28"/>
              </w:rPr>
              <w:t>у</w:t>
            </w:r>
            <w:r w:rsidR="00133071" w:rsidRPr="00531A60">
              <w:rPr>
                <w:sz w:val="28"/>
                <w:szCs w:val="28"/>
              </w:rPr>
              <w:t xml:space="preserve">частие в работе кружков (лечебная физкультура и массаж; физиотерапия, фитотерапия и рефлексотерапия)  и научно-исследовательской работе (по плану работы </w:t>
            </w:r>
            <w:r w:rsidR="00297044">
              <w:rPr>
                <w:sz w:val="28"/>
                <w:szCs w:val="28"/>
              </w:rPr>
              <w:t xml:space="preserve">предметного </w:t>
            </w:r>
            <w:r w:rsidR="00133071" w:rsidRPr="00531A60">
              <w:rPr>
                <w:sz w:val="28"/>
                <w:szCs w:val="28"/>
              </w:rPr>
              <w:t>кружка</w:t>
            </w:r>
            <w:r w:rsidR="00297044"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:rsidR="00133071" w:rsidRPr="00531A60" w:rsidRDefault="00BE4292" w:rsidP="005F4C96">
            <w:pPr>
              <w:jc w:val="center"/>
              <w:rPr>
                <w:b/>
                <w:iCs/>
                <w:sz w:val="28"/>
                <w:szCs w:val="28"/>
              </w:rPr>
            </w:pPr>
            <w:r w:rsidRPr="00531A60">
              <w:rPr>
                <w:b/>
                <w:iCs/>
                <w:sz w:val="28"/>
                <w:szCs w:val="28"/>
              </w:rPr>
              <w:t>30</w:t>
            </w:r>
          </w:p>
          <w:p w:rsidR="00F052A0" w:rsidRDefault="00F052A0" w:rsidP="005F4C96">
            <w:pPr>
              <w:jc w:val="center"/>
              <w:rPr>
                <w:iCs/>
                <w:sz w:val="28"/>
                <w:szCs w:val="28"/>
              </w:rPr>
            </w:pPr>
          </w:p>
          <w:p w:rsidR="00133071" w:rsidRPr="00531A60" w:rsidRDefault="00BE4292" w:rsidP="005F4C96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2</w:t>
            </w:r>
          </w:p>
          <w:p w:rsidR="00133071" w:rsidRPr="00531A60" w:rsidRDefault="00BE4292" w:rsidP="005F4C96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4</w:t>
            </w:r>
          </w:p>
          <w:p w:rsidR="00133071" w:rsidRDefault="00BE4292" w:rsidP="00CB58AE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4</w:t>
            </w:r>
          </w:p>
          <w:p w:rsidR="00CB58AE" w:rsidRPr="00531A60" w:rsidRDefault="00CB58AE" w:rsidP="00CB58AE">
            <w:pPr>
              <w:rPr>
                <w:iCs/>
                <w:sz w:val="28"/>
                <w:szCs w:val="28"/>
              </w:rPr>
            </w:pPr>
          </w:p>
          <w:p w:rsidR="00133071" w:rsidRPr="00531A60" w:rsidRDefault="00BE4292" w:rsidP="00CB58AE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4</w:t>
            </w:r>
          </w:p>
          <w:p w:rsidR="00CB58AE" w:rsidRDefault="00CB58AE" w:rsidP="00CB58AE">
            <w:pPr>
              <w:jc w:val="center"/>
              <w:rPr>
                <w:iCs/>
                <w:sz w:val="28"/>
                <w:szCs w:val="28"/>
              </w:rPr>
            </w:pPr>
          </w:p>
          <w:p w:rsidR="00133071" w:rsidRPr="00531A60" w:rsidRDefault="00BE4292" w:rsidP="00CB58AE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2</w:t>
            </w:r>
          </w:p>
          <w:p w:rsidR="00CB58AE" w:rsidRDefault="00CB58AE" w:rsidP="005F4C96">
            <w:pPr>
              <w:jc w:val="center"/>
              <w:rPr>
                <w:iCs/>
                <w:sz w:val="28"/>
                <w:szCs w:val="28"/>
              </w:rPr>
            </w:pPr>
          </w:p>
          <w:p w:rsidR="00133071" w:rsidRPr="00531A60" w:rsidRDefault="00BE4292" w:rsidP="005F4C96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2</w:t>
            </w:r>
          </w:p>
          <w:p w:rsidR="00133071" w:rsidRPr="00531A60" w:rsidRDefault="00BE4292" w:rsidP="005F4C96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2</w:t>
            </w:r>
          </w:p>
          <w:p w:rsidR="00133071" w:rsidRPr="00531A60" w:rsidRDefault="00BE4292" w:rsidP="005F4C96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4</w:t>
            </w:r>
          </w:p>
          <w:p w:rsidR="00133071" w:rsidRPr="00531A60" w:rsidRDefault="00BE4292" w:rsidP="005F4C96">
            <w:pPr>
              <w:jc w:val="center"/>
              <w:rPr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4</w:t>
            </w:r>
          </w:p>
          <w:p w:rsidR="00133071" w:rsidRPr="00531A60" w:rsidRDefault="00133071" w:rsidP="005F4C96">
            <w:pPr>
              <w:jc w:val="center"/>
              <w:rPr>
                <w:iCs/>
                <w:sz w:val="28"/>
                <w:szCs w:val="28"/>
              </w:rPr>
            </w:pPr>
          </w:p>
          <w:p w:rsidR="00133071" w:rsidRPr="00531A60" w:rsidRDefault="00133071" w:rsidP="005F4C96">
            <w:pPr>
              <w:jc w:val="center"/>
              <w:rPr>
                <w:iCs/>
                <w:sz w:val="28"/>
                <w:szCs w:val="28"/>
              </w:rPr>
            </w:pPr>
          </w:p>
          <w:p w:rsidR="00133071" w:rsidRPr="00531A60" w:rsidRDefault="00BE4292" w:rsidP="005F4C96">
            <w:pPr>
              <w:jc w:val="center"/>
              <w:rPr>
                <w:i/>
                <w:iCs/>
                <w:sz w:val="28"/>
                <w:szCs w:val="28"/>
              </w:rPr>
            </w:pPr>
            <w:r w:rsidRPr="00531A60">
              <w:rPr>
                <w:iCs/>
                <w:sz w:val="28"/>
                <w:szCs w:val="28"/>
              </w:rPr>
              <w:t>2</w:t>
            </w:r>
          </w:p>
          <w:p w:rsidR="00133071" w:rsidRPr="00531A60" w:rsidRDefault="00133071" w:rsidP="005F4C96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052A0" w:rsidRPr="00531A60" w:rsidTr="00F052A0">
        <w:trPr>
          <w:trHeight w:val="352"/>
        </w:trPr>
        <w:tc>
          <w:tcPr>
            <w:tcW w:w="9704" w:type="dxa"/>
            <w:gridSpan w:val="2"/>
          </w:tcPr>
          <w:p w:rsidR="00F052A0" w:rsidRPr="00531A60" w:rsidRDefault="00F052A0" w:rsidP="00F052A0">
            <w:pPr>
              <w:rPr>
                <w:iCs/>
                <w:sz w:val="28"/>
                <w:szCs w:val="28"/>
              </w:rPr>
            </w:pPr>
            <w:r w:rsidRPr="00F052A0">
              <w:rPr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133071" w:rsidRPr="00531A60" w:rsidRDefault="00133071" w:rsidP="00133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33071" w:rsidRPr="00531A60">
          <w:pgSz w:w="11906" w:h="16838"/>
          <w:pgMar w:top="1134" w:right="850" w:bottom="1134" w:left="1701" w:header="708" w:footer="708" w:gutter="0"/>
          <w:cols w:space="720"/>
        </w:sectPr>
      </w:pPr>
    </w:p>
    <w:p w:rsidR="004D604E" w:rsidRPr="00531A60" w:rsidRDefault="004D604E" w:rsidP="007D58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lastRenderedPageBreak/>
        <w:t>2.2.  Тематический план и содержание учебной дисциплины</w:t>
      </w:r>
      <w:r w:rsidRPr="00531A60">
        <w:rPr>
          <w:b/>
          <w:caps/>
          <w:sz w:val="28"/>
          <w:szCs w:val="28"/>
        </w:rPr>
        <w:t xml:space="preserve"> </w:t>
      </w:r>
      <w:r w:rsidR="007D58B9" w:rsidRPr="00531A60">
        <w:rPr>
          <w:b/>
          <w:caps/>
          <w:sz w:val="28"/>
          <w:szCs w:val="28"/>
        </w:rPr>
        <w:t xml:space="preserve"> </w:t>
      </w:r>
      <w:r w:rsidRPr="00531A60">
        <w:rPr>
          <w:b/>
          <w:caps/>
          <w:sz w:val="28"/>
          <w:szCs w:val="28"/>
        </w:rPr>
        <w:t>ОСНОВЫ РЕАБИЛИТА</w:t>
      </w:r>
      <w:r w:rsidR="00431836" w:rsidRPr="00531A60">
        <w:rPr>
          <w:b/>
          <w:caps/>
          <w:sz w:val="28"/>
          <w:szCs w:val="28"/>
        </w:rPr>
        <w:t>логии</w:t>
      </w:r>
    </w:p>
    <w:p w:rsidR="00A80232" w:rsidRPr="00531A60" w:rsidRDefault="00A80232" w:rsidP="00A80232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8"/>
        <w:gridCol w:w="9276"/>
        <w:gridCol w:w="1984"/>
        <w:gridCol w:w="1559"/>
      </w:tblGrid>
      <w:tr w:rsidR="004D604E" w:rsidRPr="00531A60" w:rsidTr="007D58B9">
        <w:tc>
          <w:tcPr>
            <w:tcW w:w="2598" w:type="dxa"/>
          </w:tcPr>
          <w:p w:rsidR="004D604E" w:rsidRPr="00531A60" w:rsidRDefault="004D604E" w:rsidP="005F4C96">
            <w:r w:rsidRPr="00531A60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76" w:type="dxa"/>
          </w:tcPr>
          <w:p w:rsidR="004D604E" w:rsidRPr="00531A60" w:rsidRDefault="004D604E" w:rsidP="005F4C96">
            <w:pPr>
              <w:jc w:val="center"/>
              <w:rPr>
                <w:b/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>Содержание учебного материала, практические занятия,</w:t>
            </w:r>
          </w:p>
          <w:p w:rsidR="004D604E" w:rsidRPr="00531A60" w:rsidRDefault="004D604E" w:rsidP="005F4C96">
            <w:pPr>
              <w:jc w:val="center"/>
              <w:rPr>
                <w:b/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984" w:type="dxa"/>
          </w:tcPr>
          <w:p w:rsidR="004D604E" w:rsidRPr="00531A60" w:rsidRDefault="004D604E" w:rsidP="005F4C96">
            <w:r w:rsidRPr="00531A60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559" w:type="dxa"/>
            <w:shd w:val="clear" w:color="auto" w:fill="FFFFFF"/>
          </w:tcPr>
          <w:p w:rsidR="004D604E" w:rsidRPr="00531A60" w:rsidRDefault="004D604E" w:rsidP="005F4C96">
            <w:r w:rsidRPr="00531A60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4D604E" w:rsidRPr="00531A60" w:rsidTr="00CB58AE">
        <w:tblPrEx>
          <w:tblLook w:val="01E0"/>
        </w:tblPrEx>
        <w:trPr>
          <w:trHeight w:val="305"/>
        </w:trPr>
        <w:tc>
          <w:tcPr>
            <w:tcW w:w="2598" w:type="dxa"/>
          </w:tcPr>
          <w:p w:rsidR="004D604E" w:rsidRPr="00CB58AE" w:rsidRDefault="00465A9E" w:rsidP="00465A9E">
            <w:pPr>
              <w:jc w:val="center"/>
              <w:rPr>
                <w:bCs/>
                <w:sz w:val="28"/>
                <w:szCs w:val="28"/>
              </w:rPr>
            </w:pPr>
            <w:r w:rsidRPr="00CB58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276" w:type="dxa"/>
          </w:tcPr>
          <w:p w:rsidR="004D604E" w:rsidRPr="00CB58AE" w:rsidRDefault="00465A9E" w:rsidP="00465A9E">
            <w:pPr>
              <w:jc w:val="center"/>
              <w:rPr>
                <w:bCs/>
                <w:sz w:val="28"/>
                <w:szCs w:val="28"/>
              </w:rPr>
            </w:pPr>
            <w:r w:rsidRPr="00CB58A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4D604E" w:rsidRPr="00531A60" w:rsidRDefault="00465A9E" w:rsidP="00465A9E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4D604E" w:rsidRPr="00531A60" w:rsidRDefault="00465A9E" w:rsidP="00465A9E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4</w:t>
            </w:r>
          </w:p>
        </w:tc>
      </w:tr>
      <w:tr w:rsidR="004F63B1" w:rsidRPr="00531A60" w:rsidTr="00CB58AE">
        <w:tblPrEx>
          <w:tblLook w:val="01E0"/>
        </w:tblPrEx>
        <w:trPr>
          <w:trHeight w:val="337"/>
        </w:trPr>
        <w:tc>
          <w:tcPr>
            <w:tcW w:w="2598" w:type="dxa"/>
            <w:vMerge w:val="restart"/>
          </w:tcPr>
          <w:p w:rsidR="004F63B1" w:rsidRPr="00531A60" w:rsidRDefault="004F63B1" w:rsidP="005F4C96">
            <w:pPr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Тема 1. </w:t>
            </w:r>
            <w:r w:rsidRPr="00531A60">
              <w:rPr>
                <w:bCs/>
                <w:sz w:val="28"/>
                <w:szCs w:val="28"/>
              </w:rPr>
              <w:t>Основы лечебной физкул</w:t>
            </w:r>
            <w:r w:rsidRPr="00531A60">
              <w:rPr>
                <w:bCs/>
                <w:sz w:val="28"/>
                <w:szCs w:val="28"/>
              </w:rPr>
              <w:t>ь</w:t>
            </w:r>
            <w:r w:rsidRPr="00531A60">
              <w:rPr>
                <w:bCs/>
                <w:sz w:val="28"/>
                <w:szCs w:val="28"/>
              </w:rPr>
              <w:t xml:space="preserve">туры </w:t>
            </w:r>
          </w:p>
          <w:p w:rsidR="004F63B1" w:rsidRPr="00531A60" w:rsidRDefault="004F63B1" w:rsidP="005F4C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76" w:type="dxa"/>
          </w:tcPr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</w:p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BFBFBF" w:themeFill="background1" w:themeFillShade="BF"/>
          </w:tcPr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</w:p>
        </w:tc>
      </w:tr>
      <w:tr w:rsidR="004F63B1" w:rsidRPr="00531A60" w:rsidTr="00CB58AE">
        <w:tblPrEx>
          <w:tblLook w:val="01E0"/>
        </w:tblPrEx>
        <w:trPr>
          <w:trHeight w:val="2215"/>
        </w:trPr>
        <w:tc>
          <w:tcPr>
            <w:tcW w:w="2598" w:type="dxa"/>
            <w:vMerge/>
          </w:tcPr>
          <w:p w:rsidR="004F63B1" w:rsidRPr="00531A60" w:rsidRDefault="004F63B1" w:rsidP="005F4C9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76" w:type="dxa"/>
          </w:tcPr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Нормативные правовые акты, регламентирующие работу кабинета лече</w:t>
            </w:r>
            <w:r w:rsidRPr="00531A60">
              <w:rPr>
                <w:sz w:val="28"/>
                <w:szCs w:val="28"/>
              </w:rPr>
              <w:t>б</w:t>
            </w:r>
            <w:r w:rsidRPr="00531A60">
              <w:rPr>
                <w:sz w:val="28"/>
                <w:szCs w:val="28"/>
              </w:rPr>
              <w:t>ной физкультуры</w:t>
            </w:r>
          </w:p>
          <w:p w:rsidR="004F63B1" w:rsidRPr="00531A60" w:rsidRDefault="004F63B1" w:rsidP="005F4C96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Механизм действия физических упражнений на организм человека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Средства лечебной физкультуры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Формы и методы применения лечебной физкультуры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Классификация физических упражнений</w:t>
            </w:r>
          </w:p>
          <w:p w:rsidR="004F63B1" w:rsidRPr="00531A60" w:rsidRDefault="004F63B1" w:rsidP="008D5A81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Оценка двигательных режимов</w:t>
            </w:r>
          </w:p>
        </w:tc>
        <w:tc>
          <w:tcPr>
            <w:tcW w:w="1984" w:type="dxa"/>
            <w:vMerge/>
            <w:shd w:val="clear" w:color="auto" w:fill="FFFFFF"/>
          </w:tcPr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</w:p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1</w:t>
            </w:r>
          </w:p>
        </w:tc>
      </w:tr>
      <w:tr w:rsidR="004F63B1" w:rsidRPr="00531A60" w:rsidTr="00CB58AE">
        <w:tblPrEx>
          <w:tblLook w:val="01E0"/>
        </w:tblPrEx>
        <w:trPr>
          <w:trHeight w:val="2308"/>
        </w:trPr>
        <w:tc>
          <w:tcPr>
            <w:tcW w:w="2598" w:type="dxa"/>
            <w:vMerge/>
          </w:tcPr>
          <w:p w:rsidR="004F63B1" w:rsidRPr="00531A60" w:rsidRDefault="004F63B1" w:rsidP="005F4C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76" w:type="dxa"/>
          </w:tcPr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Основные принципы подбора и дозировки физических упражнений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Принципы построения занятия лечебной физкультурой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Определение объема физической нагрузки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Правила составления комплекса физических упражнений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Особенности проведения лечебной гимнастики в различных группах</w:t>
            </w:r>
          </w:p>
          <w:p w:rsidR="004F63B1" w:rsidRPr="00531A60" w:rsidRDefault="004F63B1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Проведение контроля за состоянием пациента во время занятия лечебной физкультурой</w:t>
            </w:r>
          </w:p>
        </w:tc>
        <w:tc>
          <w:tcPr>
            <w:tcW w:w="1984" w:type="dxa"/>
            <w:vMerge/>
            <w:shd w:val="clear" w:color="auto" w:fill="FFFFFF"/>
          </w:tcPr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4F63B1" w:rsidRPr="00531A60" w:rsidRDefault="004F63B1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2</w:t>
            </w:r>
          </w:p>
        </w:tc>
      </w:tr>
    </w:tbl>
    <w:p w:rsidR="008D5A81" w:rsidRPr="00531A60" w:rsidRDefault="008D5A81">
      <w:r w:rsidRPr="00531A60">
        <w:br w:type="page"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9117"/>
        <w:gridCol w:w="1984"/>
        <w:gridCol w:w="1559"/>
      </w:tblGrid>
      <w:tr w:rsidR="00A72D80" w:rsidRPr="00531A60" w:rsidTr="00CB477F">
        <w:tc>
          <w:tcPr>
            <w:tcW w:w="2757" w:type="dxa"/>
            <w:vMerge w:val="restart"/>
          </w:tcPr>
          <w:p w:rsidR="00A72D80" w:rsidRPr="00531A60" w:rsidRDefault="00A72D80" w:rsidP="005F4C96">
            <w:pPr>
              <w:jc w:val="center"/>
              <w:rPr>
                <w:b/>
                <w:bCs/>
                <w:sz w:val="28"/>
                <w:szCs w:val="28"/>
              </w:rPr>
            </w:pPr>
            <w:r w:rsidRPr="00531A60">
              <w:lastRenderedPageBreak/>
              <w:br w:type="page"/>
            </w:r>
          </w:p>
        </w:tc>
        <w:tc>
          <w:tcPr>
            <w:tcW w:w="9117" w:type="dxa"/>
          </w:tcPr>
          <w:p w:rsidR="00A72D80" w:rsidRPr="00531A60" w:rsidRDefault="00A72D80" w:rsidP="005F4C96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984" w:type="dxa"/>
            <w:vMerge w:val="restart"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</w:rPr>
            </w:pPr>
          </w:p>
          <w:p w:rsidR="00A72D80" w:rsidRPr="00531A60" w:rsidRDefault="00A72D80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  <w:p w:rsidR="00A72D80" w:rsidRPr="00531A60" w:rsidRDefault="00A72D80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  <w:p w:rsidR="00A72D80" w:rsidRPr="00531A60" w:rsidRDefault="00A72D80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A72D80" w:rsidRPr="00531A60" w:rsidTr="00CB58AE">
        <w:trPr>
          <w:trHeight w:val="647"/>
        </w:trPr>
        <w:tc>
          <w:tcPr>
            <w:tcW w:w="2757" w:type="dxa"/>
            <w:vMerge/>
          </w:tcPr>
          <w:p w:rsidR="00A72D80" w:rsidRPr="00531A60" w:rsidRDefault="00A72D80" w:rsidP="005F4C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7" w:type="dxa"/>
          </w:tcPr>
          <w:p w:rsidR="00A72D80" w:rsidRPr="00531A60" w:rsidRDefault="00A72D80" w:rsidP="00BE09A7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Проведение медицинского контроля при отработке комплексов лечебной физкультуры с пациентами</w:t>
            </w:r>
          </w:p>
        </w:tc>
        <w:tc>
          <w:tcPr>
            <w:tcW w:w="1984" w:type="dxa"/>
            <w:vMerge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A72D80" w:rsidRPr="00531A60" w:rsidTr="006C7755">
        <w:trPr>
          <w:trHeight w:val="289"/>
        </w:trPr>
        <w:tc>
          <w:tcPr>
            <w:tcW w:w="2757" w:type="dxa"/>
            <w:vMerge/>
          </w:tcPr>
          <w:p w:rsidR="00A72D80" w:rsidRPr="00531A60" w:rsidRDefault="00A72D80" w:rsidP="001F05D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17" w:type="dxa"/>
          </w:tcPr>
          <w:p w:rsidR="00A72D80" w:rsidRPr="00531A60" w:rsidRDefault="00A72D80" w:rsidP="00CB477F">
            <w:pPr>
              <w:rPr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984" w:type="dxa"/>
            <w:vMerge w:val="restart"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</w:p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</w:p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Merge/>
            <w:shd w:val="clear" w:color="auto" w:fill="D9D9D9"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A72D80" w:rsidRPr="00531A60" w:rsidTr="00CB58AE">
        <w:trPr>
          <w:trHeight w:val="1652"/>
        </w:trPr>
        <w:tc>
          <w:tcPr>
            <w:tcW w:w="2757" w:type="dxa"/>
            <w:vMerge/>
          </w:tcPr>
          <w:p w:rsidR="00A72D80" w:rsidRPr="00531A60" w:rsidRDefault="00A72D80" w:rsidP="001F05D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17" w:type="dxa"/>
          </w:tcPr>
          <w:p w:rsidR="00A72D80" w:rsidRPr="00531A60" w:rsidRDefault="00A72D80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Составление комплексов лечебной физкультуры </w:t>
            </w:r>
          </w:p>
          <w:p w:rsidR="00A72D80" w:rsidRPr="00531A60" w:rsidRDefault="00A72D80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Составление плана ориентировочных действий при выполнении разли</w:t>
            </w:r>
            <w:r w:rsidRPr="00531A60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</w:t>
            </w:r>
            <w:r w:rsidRPr="00531A60">
              <w:rPr>
                <w:sz w:val="28"/>
                <w:szCs w:val="28"/>
              </w:rPr>
              <w:t>ых комплексов лечебной физкультуры</w:t>
            </w:r>
          </w:p>
          <w:p w:rsidR="00A72D80" w:rsidRPr="00CB58AE" w:rsidRDefault="00A72D80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Работа с дополнительной литературой и другими источниками информ</w:t>
            </w:r>
            <w:r w:rsidRPr="00531A60">
              <w:rPr>
                <w:sz w:val="28"/>
                <w:szCs w:val="28"/>
              </w:rPr>
              <w:t>а</w:t>
            </w:r>
            <w:r w:rsidRPr="00531A60">
              <w:rPr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984" w:type="dxa"/>
            <w:vMerge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CB58AE" w:rsidRPr="00531A60" w:rsidTr="00CB58AE">
        <w:trPr>
          <w:trHeight w:val="277"/>
        </w:trPr>
        <w:tc>
          <w:tcPr>
            <w:tcW w:w="2757" w:type="dxa"/>
            <w:vMerge w:val="restart"/>
          </w:tcPr>
          <w:p w:rsidR="00CB58AE" w:rsidRPr="00531A60" w:rsidRDefault="00CB58AE" w:rsidP="00830B3B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Тема  2.  </w:t>
            </w:r>
            <w:r w:rsidRPr="00531A60">
              <w:rPr>
                <w:bCs/>
                <w:sz w:val="28"/>
                <w:szCs w:val="28"/>
              </w:rPr>
              <w:t>Основы медицинского ма</w:t>
            </w:r>
            <w:r w:rsidRPr="00531A60">
              <w:rPr>
                <w:bCs/>
                <w:sz w:val="28"/>
                <w:szCs w:val="28"/>
              </w:rPr>
              <w:t>с</w:t>
            </w:r>
            <w:r w:rsidRPr="00531A60">
              <w:rPr>
                <w:bCs/>
                <w:sz w:val="28"/>
                <w:szCs w:val="28"/>
              </w:rPr>
              <w:t>сажа</w:t>
            </w:r>
          </w:p>
        </w:tc>
        <w:tc>
          <w:tcPr>
            <w:tcW w:w="9117" w:type="dxa"/>
          </w:tcPr>
          <w:p w:rsidR="00CB58AE" w:rsidRPr="00531A60" w:rsidRDefault="00CB58AE" w:rsidP="005F4C96">
            <w:pPr>
              <w:rPr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984" w:type="dxa"/>
            <w:vMerge w:val="restart"/>
          </w:tcPr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</w:p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</w:p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1</w:t>
            </w:r>
          </w:p>
        </w:tc>
      </w:tr>
      <w:tr w:rsidR="00CB58AE" w:rsidRPr="00531A60" w:rsidTr="00CB58AE">
        <w:trPr>
          <w:trHeight w:val="2254"/>
        </w:trPr>
        <w:tc>
          <w:tcPr>
            <w:tcW w:w="2757" w:type="dxa"/>
            <w:vMerge/>
          </w:tcPr>
          <w:p w:rsidR="00CB58AE" w:rsidRPr="00531A60" w:rsidRDefault="00CB58AE" w:rsidP="00830B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7" w:type="dxa"/>
            <w:tcBorders>
              <w:bottom w:val="single" w:sz="4" w:space="0" w:color="auto"/>
            </w:tcBorders>
          </w:tcPr>
          <w:p w:rsidR="00CB58AE" w:rsidRPr="00531A60" w:rsidRDefault="00CB58AE" w:rsidP="005F4C96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Нормативные правовые акты, регламентирующие работу кабинета мед</w:t>
            </w:r>
            <w:r w:rsidRPr="00531A60">
              <w:rPr>
                <w:sz w:val="28"/>
                <w:szCs w:val="28"/>
              </w:rPr>
              <w:t>и</w:t>
            </w:r>
            <w:r w:rsidRPr="00531A60">
              <w:rPr>
                <w:sz w:val="28"/>
                <w:szCs w:val="28"/>
              </w:rPr>
              <w:t>цинского массажа</w:t>
            </w:r>
          </w:p>
          <w:p w:rsidR="00CB58AE" w:rsidRPr="00531A60" w:rsidRDefault="00CB58AE" w:rsidP="005F4C96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Понятия о медицинском массаже. </w:t>
            </w:r>
          </w:p>
          <w:p w:rsidR="00CB58AE" w:rsidRPr="00531A60" w:rsidRDefault="00CB58AE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Классификация видов медицинского массажа</w:t>
            </w:r>
          </w:p>
          <w:p w:rsidR="00CB58AE" w:rsidRPr="00531A60" w:rsidRDefault="00CB58AE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Показания и противопоказания к проведению массажа</w:t>
            </w:r>
          </w:p>
          <w:p w:rsidR="00CB58AE" w:rsidRPr="00531A60" w:rsidRDefault="00CB58AE" w:rsidP="005F4C96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Анатомо-физиологические основы массажа</w:t>
            </w:r>
          </w:p>
          <w:p w:rsidR="00CB58AE" w:rsidRPr="00531A60" w:rsidRDefault="00CB58AE" w:rsidP="005F4C96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Гигиенические основы массажа</w:t>
            </w:r>
          </w:p>
        </w:tc>
        <w:tc>
          <w:tcPr>
            <w:tcW w:w="1984" w:type="dxa"/>
            <w:vMerge/>
          </w:tcPr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</w:p>
        </w:tc>
      </w:tr>
      <w:tr w:rsidR="00CB58AE" w:rsidRPr="00531A60" w:rsidTr="00042812">
        <w:trPr>
          <w:trHeight w:val="2352"/>
        </w:trPr>
        <w:tc>
          <w:tcPr>
            <w:tcW w:w="2757" w:type="dxa"/>
            <w:vMerge/>
          </w:tcPr>
          <w:p w:rsidR="00CB58AE" w:rsidRPr="00531A60" w:rsidRDefault="00CB58AE" w:rsidP="005F4C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7" w:type="dxa"/>
          </w:tcPr>
          <w:p w:rsidR="00CB58AE" w:rsidRPr="00531A60" w:rsidRDefault="00CB58AE" w:rsidP="00A056ED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Выбор оптимальной дозировки массажа</w:t>
            </w:r>
          </w:p>
          <w:p w:rsidR="00CB58AE" w:rsidRPr="00531A60" w:rsidRDefault="00CB58AE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Границы массируемых областей</w:t>
            </w:r>
          </w:p>
          <w:p w:rsidR="00CB58AE" w:rsidRPr="00531A60" w:rsidRDefault="00CB58AE" w:rsidP="00472159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Принципы проведения основных и вспомогательных приемов массажа</w:t>
            </w:r>
          </w:p>
          <w:p w:rsidR="00CB58AE" w:rsidRPr="00531A60" w:rsidRDefault="00CB58AE" w:rsidP="00A056ED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Оценка ответных реакций организма на массаж</w:t>
            </w:r>
          </w:p>
          <w:p w:rsidR="00CB58AE" w:rsidRPr="00531A60" w:rsidRDefault="00CB58AE" w:rsidP="00A056ED">
            <w:pPr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Контроль за состоянием пациентов во время проведения массажа</w:t>
            </w:r>
          </w:p>
          <w:p w:rsidR="00CB58AE" w:rsidRPr="00531A60" w:rsidRDefault="00CB58AE" w:rsidP="00A056ED">
            <w:pPr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Особенности проведения классического массажа у беременных</w:t>
            </w:r>
          </w:p>
          <w:p w:rsidR="00CB58AE" w:rsidRPr="00531A60" w:rsidRDefault="00CB58AE" w:rsidP="00A056ED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Принципы гинекологического массажа</w:t>
            </w:r>
          </w:p>
        </w:tc>
        <w:tc>
          <w:tcPr>
            <w:tcW w:w="1984" w:type="dxa"/>
            <w:vMerge/>
          </w:tcPr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CB58AE" w:rsidRPr="00531A60" w:rsidRDefault="00CB58AE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2</w:t>
            </w:r>
          </w:p>
        </w:tc>
      </w:tr>
    </w:tbl>
    <w:p w:rsidR="007D58B9" w:rsidRPr="00531A60" w:rsidRDefault="007D58B9">
      <w:r w:rsidRPr="00531A60">
        <w:br w:type="page"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8"/>
        <w:gridCol w:w="9116"/>
        <w:gridCol w:w="1984"/>
        <w:gridCol w:w="1559"/>
      </w:tblGrid>
      <w:tr w:rsidR="00A72D80" w:rsidRPr="00531A60" w:rsidTr="00CB477F">
        <w:tc>
          <w:tcPr>
            <w:tcW w:w="2758" w:type="dxa"/>
            <w:vMerge w:val="restart"/>
          </w:tcPr>
          <w:p w:rsidR="00A72D80" w:rsidRPr="00531A60" w:rsidRDefault="00A72D80" w:rsidP="005F4C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A72D80" w:rsidRPr="00531A60" w:rsidRDefault="00A72D80" w:rsidP="005F4C96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Практическое занятия </w:t>
            </w:r>
          </w:p>
        </w:tc>
        <w:tc>
          <w:tcPr>
            <w:tcW w:w="1984" w:type="dxa"/>
            <w:vMerge w:val="restart"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A72D80" w:rsidRPr="00531A60" w:rsidTr="00CB477F">
        <w:tc>
          <w:tcPr>
            <w:tcW w:w="2758" w:type="dxa"/>
            <w:vMerge/>
          </w:tcPr>
          <w:p w:rsidR="00A72D80" w:rsidRPr="00531A60" w:rsidRDefault="00A72D80" w:rsidP="005F4C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A72D80" w:rsidRPr="00531A60" w:rsidRDefault="00A72D80" w:rsidP="00472159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Освоение методики проведения основных приемов классического и гин</w:t>
            </w:r>
            <w:r w:rsidRPr="00531A60">
              <w:rPr>
                <w:bCs/>
                <w:sz w:val="28"/>
                <w:szCs w:val="28"/>
              </w:rPr>
              <w:t>е</w:t>
            </w:r>
            <w:r w:rsidRPr="00531A60">
              <w:rPr>
                <w:bCs/>
                <w:sz w:val="28"/>
                <w:szCs w:val="28"/>
              </w:rPr>
              <w:t xml:space="preserve">кологического  массажа </w:t>
            </w:r>
          </w:p>
        </w:tc>
        <w:tc>
          <w:tcPr>
            <w:tcW w:w="1984" w:type="dxa"/>
            <w:vMerge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A72D80" w:rsidRPr="00531A60" w:rsidRDefault="00A72D80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A72D80" w:rsidRPr="00531A60" w:rsidTr="006C7755">
        <w:trPr>
          <w:trHeight w:val="345"/>
        </w:trPr>
        <w:tc>
          <w:tcPr>
            <w:tcW w:w="2758" w:type="dxa"/>
            <w:vMerge/>
          </w:tcPr>
          <w:p w:rsidR="00A72D80" w:rsidRPr="00531A60" w:rsidRDefault="00A72D80" w:rsidP="00AB61E7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116" w:type="dxa"/>
          </w:tcPr>
          <w:p w:rsidR="00A72D80" w:rsidRPr="00531A60" w:rsidRDefault="00A72D80" w:rsidP="00CB477F">
            <w:pPr>
              <w:rPr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984" w:type="dxa"/>
            <w:vMerge w:val="restart"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</w:p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</w:p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Merge/>
            <w:shd w:val="clear" w:color="auto" w:fill="D9D9D9"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A72D80" w:rsidRPr="00531A60" w:rsidTr="00042812">
        <w:trPr>
          <w:trHeight w:val="1922"/>
        </w:trPr>
        <w:tc>
          <w:tcPr>
            <w:tcW w:w="2758" w:type="dxa"/>
            <w:vMerge/>
          </w:tcPr>
          <w:p w:rsidR="00A72D80" w:rsidRPr="00531A60" w:rsidRDefault="00A72D80" w:rsidP="00AB61E7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116" w:type="dxa"/>
          </w:tcPr>
          <w:p w:rsidR="00A72D80" w:rsidRPr="00531A60" w:rsidRDefault="00A72D80" w:rsidP="00CB477F">
            <w:pPr>
              <w:rPr>
                <w:b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Решение ситуационных задач</w:t>
            </w:r>
          </w:p>
          <w:p w:rsidR="00A72D80" w:rsidRPr="00531A60" w:rsidRDefault="00A72D80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Выполнение заданий в тестовой форме</w:t>
            </w:r>
          </w:p>
          <w:p w:rsidR="00A72D80" w:rsidRPr="00531A60" w:rsidRDefault="00A72D80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Работа с дополнительной литературой и другими источниками информ</w:t>
            </w:r>
            <w:r w:rsidRPr="00531A60">
              <w:rPr>
                <w:sz w:val="28"/>
                <w:szCs w:val="28"/>
              </w:rPr>
              <w:t>а</w:t>
            </w:r>
            <w:r w:rsidRPr="00531A60">
              <w:rPr>
                <w:sz w:val="28"/>
                <w:szCs w:val="28"/>
              </w:rPr>
              <w:t>ции</w:t>
            </w:r>
          </w:p>
          <w:p w:rsidR="00A72D80" w:rsidRPr="00531A60" w:rsidRDefault="00A72D80" w:rsidP="00CB477F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Отработка алгоритмов проведения основных приемов массажа</w:t>
            </w:r>
          </w:p>
          <w:p w:rsidR="00A72D80" w:rsidRPr="00042812" w:rsidRDefault="00A72D80" w:rsidP="00CB477F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Оформление медицинской документации </w:t>
            </w:r>
          </w:p>
        </w:tc>
        <w:tc>
          <w:tcPr>
            <w:tcW w:w="1984" w:type="dxa"/>
            <w:vMerge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A72D80" w:rsidRPr="00531A60" w:rsidRDefault="00A72D80" w:rsidP="00AB61E7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042812" w:rsidRPr="00531A60" w:rsidTr="00D5371C">
        <w:tc>
          <w:tcPr>
            <w:tcW w:w="2758" w:type="dxa"/>
            <w:vMerge w:val="restart"/>
          </w:tcPr>
          <w:p w:rsidR="00042812" w:rsidRPr="00531A60" w:rsidRDefault="00042812" w:rsidP="005F4C96">
            <w:pPr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Тема 3. </w:t>
            </w:r>
            <w:r w:rsidRPr="00531A60">
              <w:rPr>
                <w:bCs/>
                <w:sz w:val="28"/>
                <w:szCs w:val="28"/>
              </w:rPr>
              <w:t xml:space="preserve">Основы </w:t>
            </w:r>
          </w:p>
          <w:p w:rsidR="00042812" w:rsidRPr="00531A60" w:rsidRDefault="00042812" w:rsidP="005F4C96">
            <w:pPr>
              <w:jc w:val="both"/>
              <w:rPr>
                <w:b/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физиотерапии</w:t>
            </w:r>
          </w:p>
        </w:tc>
        <w:tc>
          <w:tcPr>
            <w:tcW w:w="9116" w:type="dxa"/>
          </w:tcPr>
          <w:p w:rsidR="00042812" w:rsidRPr="00531A60" w:rsidRDefault="00042812" w:rsidP="005F4C96">
            <w:pPr>
              <w:rPr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984" w:type="dxa"/>
            <w:vMerge w:val="restart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  <w:p w:rsidR="00042812" w:rsidRPr="00531A60" w:rsidRDefault="00042812" w:rsidP="005F4C96">
            <w:pPr>
              <w:jc w:val="center"/>
              <w:rPr>
                <w:sz w:val="28"/>
                <w:szCs w:val="28"/>
                <w:highlight w:val="lightGray"/>
              </w:rPr>
            </w:pPr>
            <w:r w:rsidRPr="00531A60">
              <w:rPr>
                <w:sz w:val="28"/>
                <w:szCs w:val="28"/>
              </w:rPr>
              <w:t>1</w:t>
            </w:r>
          </w:p>
        </w:tc>
      </w:tr>
      <w:tr w:rsidR="00042812" w:rsidRPr="00531A60" w:rsidTr="00D5371C">
        <w:trPr>
          <w:trHeight w:val="5134"/>
        </w:trPr>
        <w:tc>
          <w:tcPr>
            <w:tcW w:w="2758" w:type="dxa"/>
            <w:vMerge/>
          </w:tcPr>
          <w:p w:rsidR="00042812" w:rsidRPr="00531A60" w:rsidRDefault="00042812" w:rsidP="005F4C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:rsidR="00042812" w:rsidRPr="00531A60" w:rsidRDefault="00042812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Нормативные правовые акты, регламентирующие работу кабинета, те</w:t>
            </w:r>
            <w:r w:rsidRPr="00531A60">
              <w:rPr>
                <w:sz w:val="28"/>
                <w:szCs w:val="28"/>
              </w:rPr>
              <w:t>х</w:t>
            </w:r>
            <w:r w:rsidRPr="00531A60">
              <w:rPr>
                <w:sz w:val="28"/>
                <w:szCs w:val="28"/>
              </w:rPr>
              <w:t>ника безопасности, организация физиотерапевтического отделения, каб</w:t>
            </w:r>
            <w:r w:rsidRPr="00531A60">
              <w:rPr>
                <w:sz w:val="28"/>
                <w:szCs w:val="28"/>
              </w:rPr>
              <w:t>и</w:t>
            </w:r>
            <w:r w:rsidRPr="00531A60">
              <w:rPr>
                <w:sz w:val="28"/>
                <w:szCs w:val="28"/>
              </w:rPr>
              <w:t>нета</w:t>
            </w:r>
          </w:p>
          <w:p w:rsidR="00042812" w:rsidRPr="00531A60" w:rsidRDefault="00042812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Классификация физиотерапевтических факторов</w:t>
            </w:r>
          </w:p>
          <w:p w:rsidR="00042812" w:rsidRPr="00531A60" w:rsidRDefault="00042812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Принципы физиотерапевтического лечения (индивидуальный подход, динамичность, патогенетичность, принцип курсового лечения)</w:t>
            </w:r>
          </w:p>
          <w:p w:rsidR="00042812" w:rsidRPr="00531A60" w:rsidRDefault="00042812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Показания и противопоказания к применению физиотерапевтических факторов</w:t>
            </w:r>
          </w:p>
          <w:p w:rsidR="00042812" w:rsidRPr="00531A60" w:rsidRDefault="00042812" w:rsidP="005F4C96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Совместимость с другими методами реабилитации</w:t>
            </w:r>
          </w:p>
          <w:p w:rsidR="00042812" w:rsidRPr="00531A60" w:rsidRDefault="00042812" w:rsidP="005F4C96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Природные и преформированные лечебные факторы:</w:t>
            </w:r>
          </w:p>
          <w:p w:rsidR="00042812" w:rsidRPr="00531A60" w:rsidRDefault="00042812" w:rsidP="00431836">
            <w:pPr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 xml:space="preserve">Электролечение. </w:t>
            </w:r>
          </w:p>
          <w:p w:rsidR="00042812" w:rsidRPr="00531A60" w:rsidRDefault="00042812" w:rsidP="00431836">
            <w:pPr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Лечение искусственно изменённой воздушной средой</w:t>
            </w:r>
          </w:p>
          <w:p w:rsidR="00042812" w:rsidRPr="00531A60" w:rsidRDefault="00042812" w:rsidP="00431836">
            <w:pPr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Фототерапия</w:t>
            </w:r>
          </w:p>
          <w:p w:rsidR="00042812" w:rsidRPr="00531A60" w:rsidRDefault="00042812" w:rsidP="00431836">
            <w:pPr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Лечебное применение механических факторов</w:t>
            </w:r>
          </w:p>
          <w:p w:rsidR="00042812" w:rsidRPr="00531A60" w:rsidRDefault="00042812" w:rsidP="00431836">
            <w:pPr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Водолечение</w:t>
            </w:r>
          </w:p>
          <w:p w:rsidR="00042812" w:rsidRPr="00531A60" w:rsidRDefault="00042812" w:rsidP="00431836">
            <w:pPr>
              <w:jc w:val="both"/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Теплолечение, грязелечение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</w:tc>
      </w:tr>
      <w:tr w:rsidR="00042812" w:rsidRPr="00531A60" w:rsidTr="00D5371C">
        <w:trPr>
          <w:trHeight w:val="1394"/>
        </w:trPr>
        <w:tc>
          <w:tcPr>
            <w:tcW w:w="2758" w:type="dxa"/>
            <w:vMerge/>
          </w:tcPr>
          <w:p w:rsidR="00042812" w:rsidRPr="00531A60" w:rsidRDefault="00042812" w:rsidP="005F4C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472159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Принципы физиологического действия физиотерапевтических процедур</w:t>
            </w:r>
          </w:p>
          <w:p w:rsidR="00042812" w:rsidRPr="00531A60" w:rsidRDefault="00042812" w:rsidP="001F05D1">
            <w:pPr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Оценка показаний и противопоказаний к проведению физиотерапии</w:t>
            </w:r>
          </w:p>
          <w:p w:rsidR="00042812" w:rsidRPr="00531A60" w:rsidRDefault="00042812" w:rsidP="005F4C96">
            <w:pPr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Техника проведения процедур</w:t>
            </w:r>
          </w:p>
          <w:p w:rsidR="00042812" w:rsidRPr="00531A60" w:rsidRDefault="00042812" w:rsidP="00CB477F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Принципы работы с физиотерапевтическим оборудованием</w:t>
            </w:r>
          </w:p>
        </w:tc>
        <w:tc>
          <w:tcPr>
            <w:tcW w:w="1984" w:type="dxa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2</w:t>
            </w:r>
          </w:p>
        </w:tc>
      </w:tr>
      <w:tr w:rsidR="00042812" w:rsidRPr="00531A60" w:rsidTr="00CB477F">
        <w:tc>
          <w:tcPr>
            <w:tcW w:w="2758" w:type="dxa"/>
            <w:vMerge/>
          </w:tcPr>
          <w:p w:rsidR="00042812" w:rsidRPr="00531A60" w:rsidRDefault="00042812" w:rsidP="004F239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4F2393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Практическое занятия </w:t>
            </w:r>
          </w:p>
        </w:tc>
        <w:tc>
          <w:tcPr>
            <w:tcW w:w="1984" w:type="dxa"/>
            <w:vMerge w:val="restart"/>
          </w:tcPr>
          <w:p w:rsidR="00042812" w:rsidRPr="00531A60" w:rsidRDefault="00042812" w:rsidP="004F2393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042812" w:rsidRPr="00531A60" w:rsidRDefault="00042812" w:rsidP="004F2393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042812" w:rsidRPr="00531A60" w:rsidTr="00CB477F">
        <w:tc>
          <w:tcPr>
            <w:tcW w:w="2758" w:type="dxa"/>
            <w:vMerge/>
          </w:tcPr>
          <w:p w:rsidR="00042812" w:rsidRPr="00531A60" w:rsidRDefault="00042812" w:rsidP="004F239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CB477F">
            <w:pPr>
              <w:rPr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 xml:space="preserve"> Отработка навыков проведения основных методов проведения физиот</w:t>
            </w:r>
            <w:r w:rsidRPr="00531A60">
              <w:rPr>
                <w:bCs/>
                <w:sz w:val="28"/>
                <w:szCs w:val="28"/>
              </w:rPr>
              <w:t>е</w:t>
            </w:r>
            <w:r w:rsidRPr="00531A60">
              <w:rPr>
                <w:bCs/>
                <w:sz w:val="28"/>
                <w:szCs w:val="28"/>
              </w:rPr>
              <w:t>рапевтических процедур</w:t>
            </w:r>
          </w:p>
        </w:tc>
        <w:tc>
          <w:tcPr>
            <w:tcW w:w="1984" w:type="dxa"/>
            <w:vMerge/>
          </w:tcPr>
          <w:p w:rsidR="00042812" w:rsidRPr="00531A60" w:rsidRDefault="00042812" w:rsidP="004F23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042812" w:rsidRPr="00531A60" w:rsidRDefault="00042812" w:rsidP="004F2393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042812" w:rsidRPr="00531A60" w:rsidTr="006C7755">
        <w:trPr>
          <w:trHeight w:val="315"/>
        </w:trPr>
        <w:tc>
          <w:tcPr>
            <w:tcW w:w="2758" w:type="dxa"/>
            <w:vMerge/>
          </w:tcPr>
          <w:p w:rsidR="00042812" w:rsidRPr="00531A60" w:rsidRDefault="00042812" w:rsidP="00AB61E7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CB477F">
            <w:pPr>
              <w:rPr>
                <w:b/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984" w:type="dxa"/>
            <w:vMerge w:val="restart"/>
          </w:tcPr>
          <w:p w:rsidR="00042812" w:rsidRPr="00531A60" w:rsidRDefault="00042812" w:rsidP="00AB61E7">
            <w:pPr>
              <w:jc w:val="center"/>
              <w:rPr>
                <w:sz w:val="28"/>
                <w:szCs w:val="28"/>
              </w:rPr>
            </w:pPr>
          </w:p>
          <w:p w:rsidR="00042812" w:rsidRPr="00531A60" w:rsidRDefault="00042812" w:rsidP="007D58B9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Merge/>
            <w:shd w:val="clear" w:color="auto" w:fill="D9D9D9"/>
          </w:tcPr>
          <w:p w:rsidR="00042812" w:rsidRPr="00531A60" w:rsidRDefault="00042812" w:rsidP="00AB61E7">
            <w:pPr>
              <w:jc w:val="center"/>
              <w:rPr>
                <w:sz w:val="28"/>
                <w:szCs w:val="28"/>
              </w:rPr>
            </w:pPr>
          </w:p>
        </w:tc>
      </w:tr>
      <w:tr w:rsidR="00042812" w:rsidRPr="00531A60" w:rsidTr="00042812">
        <w:trPr>
          <w:trHeight w:val="1942"/>
        </w:trPr>
        <w:tc>
          <w:tcPr>
            <w:tcW w:w="2758" w:type="dxa"/>
            <w:vMerge/>
          </w:tcPr>
          <w:p w:rsidR="00042812" w:rsidRPr="00531A60" w:rsidRDefault="00042812" w:rsidP="00AB61E7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CB477F">
            <w:pPr>
              <w:rPr>
                <w:b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Решение ситуационных задач</w:t>
            </w:r>
          </w:p>
          <w:p w:rsidR="00042812" w:rsidRPr="00531A60" w:rsidRDefault="00042812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Выполнение заданий в тестовой форме</w:t>
            </w:r>
          </w:p>
          <w:p w:rsidR="00042812" w:rsidRPr="00531A60" w:rsidRDefault="00042812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Работа с дополнительной литературой и другими источниками информ</w:t>
            </w:r>
            <w:r w:rsidRPr="00531A60">
              <w:rPr>
                <w:sz w:val="28"/>
                <w:szCs w:val="28"/>
              </w:rPr>
              <w:t>а</w:t>
            </w:r>
            <w:r w:rsidRPr="00531A60">
              <w:rPr>
                <w:sz w:val="28"/>
                <w:szCs w:val="28"/>
              </w:rPr>
              <w:t>ции</w:t>
            </w:r>
          </w:p>
          <w:p w:rsidR="00042812" w:rsidRPr="00531A60" w:rsidRDefault="00042812" w:rsidP="00CB477F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Отработка алгоритмов проведения физиотерапевтических процедур</w:t>
            </w:r>
          </w:p>
          <w:p w:rsidR="00042812" w:rsidRPr="00042812" w:rsidRDefault="00042812" w:rsidP="00CB477F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Оформление медицинской документации</w:t>
            </w:r>
          </w:p>
        </w:tc>
        <w:tc>
          <w:tcPr>
            <w:tcW w:w="1984" w:type="dxa"/>
            <w:vMerge/>
          </w:tcPr>
          <w:p w:rsidR="00042812" w:rsidRPr="00531A60" w:rsidRDefault="00042812" w:rsidP="00AB6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042812" w:rsidRPr="00531A60" w:rsidRDefault="00042812" w:rsidP="00AB61E7">
            <w:pPr>
              <w:jc w:val="center"/>
              <w:rPr>
                <w:sz w:val="28"/>
                <w:szCs w:val="28"/>
              </w:rPr>
            </w:pPr>
          </w:p>
        </w:tc>
      </w:tr>
      <w:tr w:rsidR="00042812" w:rsidRPr="00531A60" w:rsidTr="00D5371C">
        <w:trPr>
          <w:trHeight w:val="247"/>
        </w:trPr>
        <w:tc>
          <w:tcPr>
            <w:tcW w:w="2758" w:type="dxa"/>
            <w:vMerge w:val="restart"/>
          </w:tcPr>
          <w:p w:rsidR="00042812" w:rsidRPr="00531A60" w:rsidRDefault="00042812" w:rsidP="00CB477F">
            <w:pPr>
              <w:rPr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 xml:space="preserve">Тема 4. </w:t>
            </w:r>
            <w:r w:rsidRPr="00531A60">
              <w:rPr>
                <w:bCs/>
                <w:sz w:val="28"/>
                <w:szCs w:val="28"/>
              </w:rPr>
              <w:t>Реабилит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ци</w:t>
            </w:r>
            <w:r w:rsidRPr="00531A60">
              <w:rPr>
                <w:bCs/>
                <w:sz w:val="28"/>
                <w:szCs w:val="28"/>
              </w:rPr>
              <w:t>онные меропри</w:t>
            </w:r>
            <w:r w:rsidRPr="00531A60">
              <w:rPr>
                <w:bCs/>
                <w:sz w:val="28"/>
                <w:szCs w:val="28"/>
              </w:rPr>
              <w:t>я</w:t>
            </w:r>
            <w:r>
              <w:rPr>
                <w:bCs/>
                <w:sz w:val="28"/>
                <w:szCs w:val="28"/>
              </w:rPr>
              <w:t>тия</w:t>
            </w:r>
            <w:r w:rsidRPr="00531A60">
              <w:rPr>
                <w:bCs/>
                <w:sz w:val="28"/>
                <w:szCs w:val="28"/>
              </w:rPr>
              <w:t xml:space="preserve"> с акушерской, гинекологической и экстрагенитальной патологией</w:t>
            </w:r>
          </w:p>
          <w:p w:rsidR="00042812" w:rsidRPr="00531A60" w:rsidRDefault="00042812" w:rsidP="00AD71B1">
            <w:pPr>
              <w:tabs>
                <w:tab w:val="num" w:pos="900"/>
              </w:tabs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116" w:type="dxa"/>
          </w:tcPr>
          <w:p w:rsidR="00042812" w:rsidRPr="00531A60" w:rsidRDefault="00042812" w:rsidP="00CB477F">
            <w:pPr>
              <w:shd w:val="clear" w:color="auto" w:fill="FFFFFF"/>
              <w:ind w:left="77"/>
              <w:rPr>
                <w:bCs/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984" w:type="dxa"/>
            <w:vMerge w:val="restart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1</w:t>
            </w:r>
            <w:r w:rsidR="003643E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Merge w:val="restart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1</w:t>
            </w:r>
          </w:p>
        </w:tc>
      </w:tr>
      <w:tr w:rsidR="00042812" w:rsidRPr="00531A60" w:rsidTr="00D5371C">
        <w:trPr>
          <w:trHeight w:val="1894"/>
        </w:trPr>
        <w:tc>
          <w:tcPr>
            <w:tcW w:w="2758" w:type="dxa"/>
            <w:vMerge/>
          </w:tcPr>
          <w:p w:rsidR="00042812" w:rsidRPr="00531A60" w:rsidRDefault="00042812" w:rsidP="00AD71B1">
            <w:pPr>
              <w:tabs>
                <w:tab w:val="num" w:pos="90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  <w:tcBorders>
              <w:top w:val="nil"/>
            </w:tcBorders>
          </w:tcPr>
          <w:p w:rsidR="00042812" w:rsidRPr="00531A60" w:rsidRDefault="00042812" w:rsidP="00E1332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Показания, противопоказания к проведению лечебной физкультуры в акушерско-гинекологической практике</w:t>
            </w:r>
          </w:p>
          <w:p w:rsidR="00042812" w:rsidRPr="00531A60" w:rsidRDefault="00042812" w:rsidP="00E1332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Показания, противопоказания к проведению классического массажа в акушерско-гинекологической практике</w:t>
            </w:r>
          </w:p>
          <w:p w:rsidR="00042812" w:rsidRPr="00531A60" w:rsidRDefault="00042812" w:rsidP="005F4C96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Показания, противопоказания к проведению физиотерапии в акушерско-гинекологической практике</w:t>
            </w:r>
          </w:p>
        </w:tc>
        <w:tc>
          <w:tcPr>
            <w:tcW w:w="1984" w:type="dxa"/>
            <w:vMerge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</w:tc>
      </w:tr>
      <w:tr w:rsidR="00042812" w:rsidRPr="00531A60" w:rsidTr="00042812">
        <w:trPr>
          <w:trHeight w:val="2542"/>
        </w:trPr>
        <w:tc>
          <w:tcPr>
            <w:tcW w:w="2758" w:type="dxa"/>
            <w:vMerge/>
          </w:tcPr>
          <w:p w:rsidR="00042812" w:rsidRPr="00531A60" w:rsidRDefault="00042812" w:rsidP="00AD71B1">
            <w:pPr>
              <w:tabs>
                <w:tab w:val="num" w:pos="90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E1332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Выбор вида, форм и методов проведения лечебной физкультуры в ак</w:t>
            </w:r>
            <w:r w:rsidRPr="00531A60">
              <w:rPr>
                <w:sz w:val="28"/>
                <w:szCs w:val="28"/>
              </w:rPr>
              <w:t>у</w:t>
            </w:r>
            <w:r w:rsidRPr="00531A60">
              <w:rPr>
                <w:sz w:val="28"/>
                <w:szCs w:val="28"/>
              </w:rPr>
              <w:t>шерско-гинекологической практике</w:t>
            </w:r>
          </w:p>
          <w:p w:rsidR="00042812" w:rsidRPr="00531A60" w:rsidRDefault="00042812" w:rsidP="00E1332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Выбор вида, форм и методов классического массажа в акушерско-гинекологической практике</w:t>
            </w:r>
          </w:p>
          <w:p w:rsidR="00042812" w:rsidRPr="00531A60" w:rsidRDefault="00042812" w:rsidP="00E1332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составление программ индивидуальной медицинской реабилитации п</w:t>
            </w:r>
            <w:r w:rsidRPr="00531A60">
              <w:rPr>
                <w:sz w:val="28"/>
                <w:szCs w:val="28"/>
              </w:rPr>
              <w:t>а</w:t>
            </w:r>
            <w:r w:rsidRPr="00531A60">
              <w:rPr>
                <w:sz w:val="28"/>
                <w:szCs w:val="28"/>
              </w:rPr>
              <w:t>циентов в  акушерстве и гинекологии</w:t>
            </w:r>
          </w:p>
          <w:p w:rsidR="00042812" w:rsidRPr="00531A60" w:rsidRDefault="00042812" w:rsidP="00E1332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Выбор оптимальных видов, форм и методов проведения физиотерапии в акушерско-гинекологической практике</w:t>
            </w:r>
          </w:p>
        </w:tc>
        <w:tc>
          <w:tcPr>
            <w:tcW w:w="1984" w:type="dxa"/>
            <w:vMerge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2</w:t>
            </w:r>
          </w:p>
        </w:tc>
      </w:tr>
      <w:tr w:rsidR="00042812" w:rsidRPr="00531A60" w:rsidTr="006C7755">
        <w:trPr>
          <w:trHeight w:val="315"/>
        </w:trPr>
        <w:tc>
          <w:tcPr>
            <w:tcW w:w="2758" w:type="dxa"/>
            <w:vMerge/>
          </w:tcPr>
          <w:p w:rsidR="00042812" w:rsidRPr="00531A60" w:rsidRDefault="00042812" w:rsidP="00AD71B1">
            <w:pPr>
              <w:tabs>
                <w:tab w:val="num" w:pos="90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CB477F">
            <w:pPr>
              <w:rPr>
                <w:b/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984" w:type="dxa"/>
            <w:vMerge w:val="restart"/>
          </w:tcPr>
          <w:p w:rsidR="00042812" w:rsidRPr="00531A60" w:rsidRDefault="00042812" w:rsidP="000D33DD">
            <w:pPr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           20</w:t>
            </w:r>
          </w:p>
          <w:p w:rsidR="00042812" w:rsidRPr="00531A60" w:rsidRDefault="00042812" w:rsidP="005F4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shd w:val="clear" w:color="auto" w:fill="D9D9D9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042812" w:rsidRPr="00531A60" w:rsidTr="00CB477F">
        <w:trPr>
          <w:trHeight w:val="2580"/>
        </w:trPr>
        <w:tc>
          <w:tcPr>
            <w:tcW w:w="2758" w:type="dxa"/>
            <w:vMerge/>
          </w:tcPr>
          <w:p w:rsidR="00042812" w:rsidRPr="00531A60" w:rsidRDefault="00042812" w:rsidP="00AD71B1">
            <w:pPr>
              <w:tabs>
                <w:tab w:val="num" w:pos="90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15099B">
            <w:pPr>
              <w:numPr>
                <w:ilvl w:val="0"/>
                <w:numId w:val="2"/>
              </w:numPr>
              <w:ind w:left="363"/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Проведение лечебной физкультуры пациентам с акушерской, гинек</w:t>
            </w:r>
            <w:r w:rsidRPr="00531A60">
              <w:rPr>
                <w:sz w:val="28"/>
                <w:szCs w:val="28"/>
              </w:rPr>
              <w:t>о</w:t>
            </w:r>
            <w:r w:rsidRPr="00531A60">
              <w:rPr>
                <w:sz w:val="28"/>
                <w:szCs w:val="28"/>
              </w:rPr>
              <w:t>логической и экстрагенитальной патологией.</w:t>
            </w:r>
          </w:p>
          <w:p w:rsidR="00042812" w:rsidRPr="00531A60" w:rsidRDefault="00042812" w:rsidP="007D58B9">
            <w:pPr>
              <w:numPr>
                <w:ilvl w:val="0"/>
                <w:numId w:val="2"/>
              </w:numPr>
              <w:ind w:left="284" w:hanging="284"/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Проведение классического и гинекологического массажа пациентам с акушерской, гинекологической и экстрагенитальной патологией.</w:t>
            </w:r>
          </w:p>
          <w:p w:rsidR="00042812" w:rsidRPr="00531A60" w:rsidRDefault="00042812" w:rsidP="00E1332F">
            <w:pPr>
              <w:numPr>
                <w:ilvl w:val="0"/>
                <w:numId w:val="2"/>
              </w:numPr>
              <w:ind w:left="284" w:hanging="284"/>
              <w:jc w:val="both"/>
              <w:rPr>
                <w:bCs/>
                <w:sz w:val="28"/>
                <w:szCs w:val="28"/>
              </w:rPr>
            </w:pPr>
            <w:r w:rsidRPr="00531A60">
              <w:rPr>
                <w:bCs/>
                <w:sz w:val="28"/>
                <w:szCs w:val="28"/>
              </w:rPr>
              <w:t>Проведение физиотерапевтических процедур пациентам с акушерской, гинекологической и экстрагенитальной патологией.</w:t>
            </w:r>
          </w:p>
          <w:p w:rsidR="00042812" w:rsidRPr="00531A60" w:rsidRDefault="00042812" w:rsidP="00060043">
            <w:pPr>
              <w:numPr>
                <w:ilvl w:val="0"/>
                <w:numId w:val="2"/>
              </w:numPr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Проведение бальнеолечения </w:t>
            </w:r>
            <w:r w:rsidRPr="00531A60">
              <w:rPr>
                <w:bCs/>
                <w:sz w:val="28"/>
                <w:szCs w:val="28"/>
              </w:rPr>
              <w:t>пациентам с акушерской, гинекологич</w:t>
            </w:r>
            <w:r w:rsidRPr="00531A60">
              <w:rPr>
                <w:bCs/>
                <w:sz w:val="28"/>
                <w:szCs w:val="28"/>
              </w:rPr>
              <w:t>е</w:t>
            </w:r>
            <w:r w:rsidRPr="00531A60">
              <w:rPr>
                <w:bCs/>
                <w:sz w:val="28"/>
                <w:szCs w:val="28"/>
              </w:rPr>
              <w:t>ской и экстрагенитальной патологией.</w:t>
            </w:r>
          </w:p>
        </w:tc>
        <w:tc>
          <w:tcPr>
            <w:tcW w:w="1984" w:type="dxa"/>
            <w:vMerge/>
          </w:tcPr>
          <w:p w:rsidR="00042812" w:rsidRPr="00531A60" w:rsidRDefault="00042812" w:rsidP="000D33D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042812" w:rsidRPr="00531A60" w:rsidTr="006C7755">
        <w:trPr>
          <w:trHeight w:val="270"/>
        </w:trPr>
        <w:tc>
          <w:tcPr>
            <w:tcW w:w="2758" w:type="dxa"/>
            <w:vMerge/>
          </w:tcPr>
          <w:p w:rsidR="00042812" w:rsidRPr="00531A60" w:rsidRDefault="00042812" w:rsidP="00AD71B1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CB477F">
            <w:pPr>
              <w:rPr>
                <w:sz w:val="28"/>
                <w:szCs w:val="28"/>
              </w:rPr>
            </w:pPr>
            <w:r w:rsidRPr="00531A60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984" w:type="dxa"/>
            <w:vMerge w:val="restart"/>
          </w:tcPr>
          <w:p w:rsidR="00042812" w:rsidRPr="00531A60" w:rsidRDefault="00042812" w:rsidP="0015099B">
            <w:pPr>
              <w:jc w:val="center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vMerge/>
            <w:shd w:val="clear" w:color="auto" w:fill="D9D9D9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042812" w:rsidRPr="00531A60" w:rsidTr="00042812">
        <w:trPr>
          <w:trHeight w:val="2597"/>
        </w:trPr>
        <w:tc>
          <w:tcPr>
            <w:tcW w:w="2758" w:type="dxa"/>
            <w:vMerge/>
          </w:tcPr>
          <w:p w:rsidR="00042812" w:rsidRPr="00531A60" w:rsidRDefault="00042812" w:rsidP="00AD71B1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116" w:type="dxa"/>
          </w:tcPr>
          <w:p w:rsidR="00042812" w:rsidRPr="00531A60" w:rsidRDefault="00042812" w:rsidP="00CB477F">
            <w:pPr>
              <w:rPr>
                <w:b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Решение ситуационных задач</w:t>
            </w:r>
          </w:p>
          <w:p w:rsidR="00042812" w:rsidRPr="00531A60" w:rsidRDefault="00042812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Выполнение заданий в тестовой форме</w:t>
            </w:r>
          </w:p>
          <w:p w:rsidR="00042812" w:rsidRPr="00531A60" w:rsidRDefault="00042812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Составление таблиц по реабилитации</w:t>
            </w:r>
          </w:p>
          <w:p w:rsidR="00042812" w:rsidRPr="00531A60" w:rsidRDefault="00042812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Составление схем ориентировочных действий при выполнении разли</w:t>
            </w:r>
            <w:r w:rsidRPr="00531A60">
              <w:rPr>
                <w:sz w:val="28"/>
                <w:szCs w:val="28"/>
              </w:rPr>
              <w:t>ч</w:t>
            </w:r>
            <w:r w:rsidRPr="00531A60">
              <w:rPr>
                <w:sz w:val="28"/>
                <w:szCs w:val="28"/>
              </w:rPr>
              <w:t>ных реабилитационных процедур</w:t>
            </w:r>
          </w:p>
          <w:p w:rsidR="00042812" w:rsidRPr="00531A60" w:rsidRDefault="00042812" w:rsidP="00CB477F">
            <w:pPr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Работа с дополнительной литературой и другими источниками информ</w:t>
            </w:r>
            <w:r w:rsidRPr="00531A60">
              <w:rPr>
                <w:sz w:val="28"/>
                <w:szCs w:val="28"/>
              </w:rPr>
              <w:t>а</w:t>
            </w:r>
            <w:r w:rsidRPr="00531A60">
              <w:rPr>
                <w:sz w:val="28"/>
                <w:szCs w:val="28"/>
              </w:rPr>
              <w:t>ции</w:t>
            </w:r>
          </w:p>
          <w:p w:rsidR="00042812" w:rsidRPr="00042812" w:rsidRDefault="00042812" w:rsidP="00CB477F">
            <w:pPr>
              <w:tabs>
                <w:tab w:val="num" w:pos="900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Отработка алгоритмов проведения реабилитационных процедур</w:t>
            </w:r>
          </w:p>
        </w:tc>
        <w:tc>
          <w:tcPr>
            <w:tcW w:w="1984" w:type="dxa"/>
            <w:vMerge/>
          </w:tcPr>
          <w:p w:rsidR="00042812" w:rsidRPr="00531A60" w:rsidRDefault="00042812" w:rsidP="00150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042812" w:rsidRPr="00531A60" w:rsidRDefault="00042812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A80232" w:rsidRPr="00531A60" w:rsidTr="007D58B9">
        <w:tc>
          <w:tcPr>
            <w:tcW w:w="11874" w:type="dxa"/>
            <w:gridSpan w:val="2"/>
          </w:tcPr>
          <w:p w:rsidR="00A80232" w:rsidRPr="00531A60" w:rsidRDefault="00A80232" w:rsidP="005F4C96">
            <w:pPr>
              <w:tabs>
                <w:tab w:val="left" w:pos="708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531A60">
              <w:rPr>
                <w:b/>
                <w:bCs/>
                <w:sz w:val="28"/>
                <w:szCs w:val="28"/>
              </w:rPr>
              <w:t>Всего</w:t>
            </w:r>
            <w:r w:rsidR="00F052A0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984" w:type="dxa"/>
          </w:tcPr>
          <w:p w:rsidR="00A80232" w:rsidRPr="00042812" w:rsidRDefault="00A52A7B" w:rsidP="005F4C96">
            <w:pPr>
              <w:jc w:val="center"/>
              <w:rPr>
                <w:b/>
                <w:sz w:val="28"/>
                <w:szCs w:val="28"/>
              </w:rPr>
            </w:pPr>
            <w:r w:rsidRPr="00042812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1559" w:type="dxa"/>
            <w:vMerge/>
            <w:shd w:val="clear" w:color="auto" w:fill="D9D9D9"/>
          </w:tcPr>
          <w:p w:rsidR="00A80232" w:rsidRPr="00531A60" w:rsidRDefault="00A80232" w:rsidP="005F4C96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</w:tbl>
    <w:p w:rsidR="00A80232" w:rsidRPr="00531A60" w:rsidRDefault="00A80232" w:rsidP="00A80232">
      <w:pPr>
        <w:jc w:val="both"/>
        <w:rPr>
          <w:i/>
        </w:rPr>
      </w:pPr>
    </w:p>
    <w:p w:rsidR="00321F56" w:rsidRPr="00531A60" w:rsidRDefault="00321F56" w:rsidP="00A80232">
      <w:pPr>
        <w:jc w:val="both"/>
        <w:rPr>
          <w:i/>
        </w:rPr>
        <w:sectPr w:rsidR="00321F56" w:rsidRPr="00531A60" w:rsidSect="007D58B9">
          <w:footerReference w:type="even" r:id="rId11"/>
          <w:footerReference w:type="default" r:id="rId12"/>
          <w:pgSz w:w="16838" w:h="11906" w:orient="landscape"/>
          <w:pgMar w:top="993" w:right="851" w:bottom="850" w:left="851" w:header="708" w:footer="708" w:gutter="0"/>
          <w:cols w:space="720"/>
          <w:docGrid w:linePitch="326"/>
        </w:sectPr>
      </w:pPr>
    </w:p>
    <w:p w:rsidR="001C2091" w:rsidRPr="00531A60" w:rsidRDefault="00F052A0" w:rsidP="005F3ACD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="00A80232" w:rsidRPr="00531A60">
        <w:rPr>
          <w:b/>
          <w:caps/>
          <w:sz w:val="28"/>
          <w:szCs w:val="28"/>
        </w:rPr>
        <w:t xml:space="preserve">условия реализации </w:t>
      </w:r>
      <w:r w:rsidR="00D5371C">
        <w:rPr>
          <w:b/>
          <w:caps/>
          <w:sz w:val="28"/>
          <w:szCs w:val="28"/>
        </w:rPr>
        <w:t xml:space="preserve">УЧЕБНОЙ </w:t>
      </w:r>
      <w:r w:rsidR="001C2091" w:rsidRPr="00531A60">
        <w:rPr>
          <w:b/>
          <w:caps/>
          <w:sz w:val="28"/>
          <w:szCs w:val="28"/>
        </w:rPr>
        <w:t>дисциплины</w:t>
      </w:r>
      <w:r w:rsidR="00D5371C">
        <w:rPr>
          <w:b/>
          <w:caps/>
          <w:sz w:val="28"/>
          <w:szCs w:val="28"/>
        </w:rPr>
        <w:t>*</w:t>
      </w:r>
    </w:p>
    <w:p w:rsidR="00A80232" w:rsidRPr="00531A60" w:rsidRDefault="001C2091" w:rsidP="00A8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t>3</w:t>
      </w:r>
      <w:r w:rsidR="00A80232" w:rsidRPr="00531A60">
        <w:rPr>
          <w:b/>
          <w:sz w:val="28"/>
          <w:szCs w:val="28"/>
        </w:rPr>
        <w:t xml:space="preserve">.1. </w:t>
      </w:r>
      <w:r w:rsidR="0015099B" w:rsidRPr="00531A60">
        <w:rPr>
          <w:b/>
          <w:sz w:val="28"/>
          <w:szCs w:val="28"/>
        </w:rPr>
        <w:t xml:space="preserve"> М</w:t>
      </w:r>
      <w:r w:rsidR="00FE2389">
        <w:rPr>
          <w:b/>
          <w:bCs/>
          <w:sz w:val="28"/>
          <w:szCs w:val="28"/>
        </w:rPr>
        <w:t>атериально-техническое</w:t>
      </w:r>
      <w:r w:rsidR="00A80232" w:rsidRPr="00531A60">
        <w:rPr>
          <w:b/>
          <w:bCs/>
          <w:sz w:val="28"/>
          <w:szCs w:val="28"/>
        </w:rPr>
        <w:t xml:space="preserve"> </w:t>
      </w:r>
      <w:r w:rsidR="00FE2389">
        <w:rPr>
          <w:b/>
          <w:bCs/>
          <w:sz w:val="28"/>
          <w:szCs w:val="28"/>
        </w:rPr>
        <w:t>обеспечение</w:t>
      </w:r>
    </w:p>
    <w:p w:rsidR="00AD5138" w:rsidRPr="00531A60" w:rsidRDefault="00AD5138" w:rsidP="00AD5138">
      <w:pPr>
        <w:rPr>
          <w:sz w:val="28"/>
          <w:szCs w:val="28"/>
        </w:rPr>
      </w:pPr>
      <w:r w:rsidRPr="00531A60">
        <w:rPr>
          <w:sz w:val="28"/>
          <w:szCs w:val="28"/>
        </w:rPr>
        <w:t xml:space="preserve">Реализация дисциплины </w:t>
      </w:r>
      <w:r w:rsidR="000D33DD" w:rsidRPr="00531A60">
        <w:rPr>
          <w:sz w:val="28"/>
          <w:szCs w:val="28"/>
        </w:rPr>
        <w:t>осуществляется в учебных аудиториях колледжа.</w:t>
      </w:r>
    </w:p>
    <w:p w:rsidR="004F63B1" w:rsidRDefault="00A80232" w:rsidP="00AD5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Оборудование учебного кабинета и рабочих мест кабинета</w:t>
      </w:r>
      <w:r w:rsidR="004F63B1">
        <w:rPr>
          <w:bCs/>
          <w:sz w:val="28"/>
          <w:szCs w:val="28"/>
        </w:rPr>
        <w:t>:</w:t>
      </w:r>
      <w:r w:rsidR="00AD5138" w:rsidRPr="00531A60">
        <w:rPr>
          <w:bCs/>
          <w:sz w:val="28"/>
          <w:szCs w:val="28"/>
        </w:rPr>
        <w:t xml:space="preserve"> </w:t>
      </w:r>
      <w:r w:rsidR="004F63B1">
        <w:rPr>
          <w:bCs/>
          <w:sz w:val="28"/>
          <w:szCs w:val="28"/>
        </w:rPr>
        <w:t>столы и</w:t>
      </w:r>
      <w:r w:rsidRPr="00531A60">
        <w:rPr>
          <w:bCs/>
          <w:sz w:val="28"/>
          <w:szCs w:val="28"/>
        </w:rPr>
        <w:t xml:space="preserve"> стулья</w:t>
      </w:r>
      <w:r w:rsidR="004F63B1">
        <w:rPr>
          <w:bCs/>
          <w:sz w:val="28"/>
          <w:szCs w:val="28"/>
        </w:rPr>
        <w:t xml:space="preserve"> по количеству обучающихся</w:t>
      </w:r>
      <w:r w:rsidRPr="00531A60">
        <w:rPr>
          <w:bCs/>
          <w:sz w:val="28"/>
          <w:szCs w:val="28"/>
        </w:rPr>
        <w:t xml:space="preserve">, </w:t>
      </w:r>
      <w:r w:rsidR="004F63B1">
        <w:rPr>
          <w:bCs/>
          <w:sz w:val="28"/>
          <w:szCs w:val="28"/>
        </w:rPr>
        <w:t>рабочее место преподавателя, аудитор</w:t>
      </w:r>
      <w:r w:rsidRPr="00531A60">
        <w:rPr>
          <w:bCs/>
          <w:sz w:val="28"/>
          <w:szCs w:val="28"/>
        </w:rPr>
        <w:t>ная до</w:t>
      </w:r>
      <w:r w:rsidRPr="00531A60">
        <w:rPr>
          <w:bCs/>
          <w:sz w:val="28"/>
          <w:szCs w:val="28"/>
        </w:rPr>
        <w:t>с</w:t>
      </w:r>
      <w:r w:rsidRPr="00531A60">
        <w:rPr>
          <w:bCs/>
          <w:sz w:val="28"/>
          <w:szCs w:val="28"/>
        </w:rPr>
        <w:t>ка, раковина, кушетка, медицинский шкаф</w:t>
      </w:r>
      <w:r w:rsidR="004F63B1">
        <w:rPr>
          <w:bCs/>
          <w:sz w:val="28"/>
          <w:szCs w:val="28"/>
        </w:rPr>
        <w:t>.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31A60">
        <w:rPr>
          <w:b/>
          <w:bCs/>
          <w:sz w:val="28"/>
          <w:szCs w:val="28"/>
        </w:rPr>
        <w:t>П</w:t>
      </w:r>
      <w:r w:rsidR="00A80232" w:rsidRPr="00531A60">
        <w:rPr>
          <w:b/>
          <w:bCs/>
          <w:sz w:val="28"/>
          <w:szCs w:val="28"/>
        </w:rPr>
        <w:t>редметы для занятий ЛФК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мячи;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обручи;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скакалки;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гимнастические палки;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гантели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/>
          <w:bCs/>
          <w:sz w:val="28"/>
          <w:szCs w:val="28"/>
        </w:rPr>
        <w:t>С</w:t>
      </w:r>
      <w:r w:rsidR="00A80232" w:rsidRPr="00531A60">
        <w:rPr>
          <w:b/>
          <w:bCs/>
          <w:sz w:val="28"/>
          <w:szCs w:val="28"/>
        </w:rPr>
        <w:t>редства для массажа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масла;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крема;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тальк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31A60">
        <w:rPr>
          <w:b/>
          <w:bCs/>
          <w:sz w:val="28"/>
          <w:szCs w:val="28"/>
        </w:rPr>
        <w:t>Физиотерапевтическое оборудование</w:t>
      </w:r>
    </w:p>
    <w:p w:rsidR="0015099B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д</w:t>
      </w:r>
      <w:r w:rsidR="0015099B" w:rsidRPr="00531A60">
        <w:rPr>
          <w:bCs/>
          <w:sz w:val="28"/>
          <w:szCs w:val="28"/>
        </w:rPr>
        <w:t>арсонваль</w:t>
      </w:r>
    </w:p>
    <w:p w:rsidR="0015099B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а</w:t>
      </w:r>
      <w:r w:rsidR="0015099B" w:rsidRPr="00531A60">
        <w:rPr>
          <w:bCs/>
          <w:sz w:val="28"/>
          <w:szCs w:val="28"/>
        </w:rPr>
        <w:t>ппарат для ультравзвука</w:t>
      </w:r>
    </w:p>
    <w:p w:rsidR="0015099B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 xml:space="preserve">- </w:t>
      </w:r>
      <w:r w:rsidR="00AA5571" w:rsidRPr="00531A60">
        <w:rPr>
          <w:bCs/>
          <w:sz w:val="28"/>
          <w:szCs w:val="28"/>
        </w:rPr>
        <w:t>м</w:t>
      </w:r>
      <w:r w:rsidRPr="00531A60">
        <w:rPr>
          <w:bCs/>
          <w:sz w:val="28"/>
          <w:szCs w:val="28"/>
        </w:rPr>
        <w:t>агнитер</w:t>
      </w:r>
    </w:p>
    <w:p w:rsidR="0015099B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а</w:t>
      </w:r>
      <w:r w:rsidR="0015099B" w:rsidRPr="00531A60">
        <w:rPr>
          <w:bCs/>
          <w:sz w:val="28"/>
          <w:szCs w:val="28"/>
        </w:rPr>
        <w:t>лмаг</w:t>
      </w:r>
    </w:p>
    <w:p w:rsidR="0015099B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с</w:t>
      </w:r>
      <w:r w:rsidR="0015099B" w:rsidRPr="00531A60">
        <w:rPr>
          <w:bCs/>
          <w:sz w:val="28"/>
          <w:szCs w:val="28"/>
        </w:rPr>
        <w:t>олюкс</w:t>
      </w:r>
    </w:p>
    <w:p w:rsidR="00AA5571" w:rsidRPr="00531A60" w:rsidRDefault="0015099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31A60">
        <w:rPr>
          <w:b/>
          <w:bCs/>
          <w:sz w:val="28"/>
          <w:szCs w:val="28"/>
        </w:rPr>
        <w:t>Ф</w:t>
      </w:r>
      <w:r w:rsidR="00A80232" w:rsidRPr="00531A60">
        <w:rPr>
          <w:b/>
          <w:bCs/>
          <w:sz w:val="28"/>
          <w:szCs w:val="28"/>
        </w:rPr>
        <w:t>отографии</w:t>
      </w:r>
      <w:r w:rsidR="0040527F" w:rsidRPr="00531A60">
        <w:rPr>
          <w:b/>
          <w:bCs/>
          <w:sz w:val="28"/>
          <w:szCs w:val="28"/>
        </w:rPr>
        <w:t xml:space="preserve"> и схемы</w:t>
      </w:r>
    </w:p>
    <w:p w:rsidR="00AA5571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видов физических упражнений</w:t>
      </w:r>
    </w:p>
    <w:p w:rsidR="0040527F" w:rsidRPr="00531A60" w:rsidRDefault="0040527F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комплексов лечебной физкультуры</w:t>
      </w:r>
    </w:p>
    <w:p w:rsidR="0040527F" w:rsidRPr="00531A60" w:rsidRDefault="0040527F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основных приемов массажа</w:t>
      </w:r>
    </w:p>
    <w:p w:rsidR="00AA5571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физиотерапевтических аппаратов</w:t>
      </w:r>
    </w:p>
    <w:p w:rsidR="0040527F" w:rsidRPr="00531A60" w:rsidRDefault="0040527F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 методик проведении физиотерапевтических процедур</w:t>
      </w:r>
    </w:p>
    <w:p w:rsidR="00AA5571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/>
          <w:bCs/>
          <w:sz w:val="28"/>
          <w:szCs w:val="28"/>
        </w:rPr>
        <w:t>Т</w:t>
      </w:r>
      <w:r w:rsidR="00A80232" w:rsidRPr="00531A60">
        <w:rPr>
          <w:b/>
          <w:bCs/>
          <w:sz w:val="28"/>
          <w:szCs w:val="28"/>
        </w:rPr>
        <w:t xml:space="preserve">аблицы </w:t>
      </w:r>
    </w:p>
    <w:p w:rsidR="00A80232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 xml:space="preserve">- по ЛФК, массажу </w:t>
      </w:r>
      <w:r w:rsidR="00A80232" w:rsidRPr="00531A60">
        <w:rPr>
          <w:bCs/>
          <w:sz w:val="28"/>
          <w:szCs w:val="28"/>
        </w:rPr>
        <w:t>и  физиотерапии</w:t>
      </w:r>
    </w:p>
    <w:p w:rsidR="00AA5571" w:rsidRPr="00531A60" w:rsidRDefault="00A80232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31A60">
        <w:rPr>
          <w:b/>
          <w:bCs/>
          <w:sz w:val="28"/>
          <w:szCs w:val="28"/>
        </w:rPr>
        <w:t>Технические средства обучения</w:t>
      </w:r>
    </w:p>
    <w:p w:rsidR="00AA5571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 xml:space="preserve">- </w:t>
      </w:r>
      <w:r w:rsidR="00A80232" w:rsidRPr="00531A60">
        <w:rPr>
          <w:bCs/>
          <w:sz w:val="28"/>
          <w:szCs w:val="28"/>
        </w:rPr>
        <w:t>мультимедийное оборудование</w:t>
      </w:r>
    </w:p>
    <w:p w:rsidR="00AA5571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>-</w:t>
      </w:r>
      <w:r w:rsidR="00A80232" w:rsidRPr="00531A60">
        <w:rPr>
          <w:bCs/>
          <w:sz w:val="28"/>
          <w:szCs w:val="28"/>
        </w:rPr>
        <w:t xml:space="preserve"> </w:t>
      </w:r>
      <w:r w:rsidR="00A80232" w:rsidRPr="00531A60">
        <w:rPr>
          <w:bCs/>
          <w:sz w:val="28"/>
          <w:szCs w:val="28"/>
          <w:lang w:val="en-US"/>
        </w:rPr>
        <w:t>DVD</w:t>
      </w:r>
      <w:r w:rsidR="00A80232" w:rsidRPr="00531A60">
        <w:rPr>
          <w:bCs/>
          <w:sz w:val="28"/>
          <w:szCs w:val="28"/>
        </w:rPr>
        <w:t xml:space="preserve">-плеер </w:t>
      </w:r>
    </w:p>
    <w:p w:rsidR="00A80232" w:rsidRPr="00531A60" w:rsidRDefault="00AA5571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31A60">
        <w:rPr>
          <w:bCs/>
          <w:sz w:val="28"/>
          <w:szCs w:val="28"/>
        </w:rPr>
        <w:t xml:space="preserve">- </w:t>
      </w:r>
      <w:r w:rsidR="00A80232" w:rsidRPr="00531A60">
        <w:rPr>
          <w:bCs/>
          <w:sz w:val="28"/>
          <w:szCs w:val="28"/>
        </w:rPr>
        <w:t>телевизор</w:t>
      </w:r>
    </w:p>
    <w:p w:rsidR="00A80232" w:rsidRPr="00531A60" w:rsidRDefault="001C2091" w:rsidP="00A8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31A60">
        <w:rPr>
          <w:b/>
          <w:sz w:val="28"/>
          <w:szCs w:val="28"/>
        </w:rPr>
        <w:t>3</w:t>
      </w:r>
      <w:r w:rsidR="00A80232" w:rsidRPr="00531A60">
        <w:rPr>
          <w:b/>
          <w:sz w:val="28"/>
          <w:szCs w:val="28"/>
        </w:rPr>
        <w:t>.2. Информационное обеспечение обучения</w:t>
      </w:r>
    </w:p>
    <w:p w:rsidR="00A80232" w:rsidRDefault="005F3ACD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  <w:r w:rsidR="00A80232" w:rsidRPr="00531A60">
        <w:rPr>
          <w:b/>
          <w:bCs/>
          <w:sz w:val="28"/>
          <w:szCs w:val="28"/>
        </w:rPr>
        <w:t xml:space="preserve"> учебных изданий, Интернет-ресурсов, дополнительной лит</w:t>
      </w:r>
      <w:r w:rsidR="00A80232" w:rsidRPr="00531A60">
        <w:rPr>
          <w:b/>
          <w:bCs/>
          <w:sz w:val="28"/>
          <w:szCs w:val="28"/>
        </w:rPr>
        <w:t>е</w:t>
      </w:r>
      <w:r w:rsidR="00A80232" w:rsidRPr="00531A60">
        <w:rPr>
          <w:b/>
          <w:bCs/>
          <w:sz w:val="28"/>
          <w:szCs w:val="28"/>
        </w:rPr>
        <w:t>ратуры</w:t>
      </w:r>
    </w:p>
    <w:p w:rsidR="00D107AB" w:rsidRPr="00531A60" w:rsidRDefault="00D107AB" w:rsidP="00A8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90AE0" w:rsidRPr="002D6FD5" w:rsidRDefault="00A90AE0" w:rsidP="00A90AE0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D6FD5">
        <w:rPr>
          <w:b/>
          <w:color w:val="000000"/>
          <w:sz w:val="28"/>
          <w:szCs w:val="28"/>
        </w:rPr>
        <w:t>Основн</w:t>
      </w:r>
      <w:r>
        <w:rPr>
          <w:b/>
          <w:color w:val="000000"/>
          <w:sz w:val="28"/>
          <w:szCs w:val="28"/>
        </w:rPr>
        <w:t>ые</w:t>
      </w:r>
      <w:r w:rsidRPr="002D6FD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источники</w:t>
      </w:r>
      <w:r w:rsidRPr="002D6FD5">
        <w:rPr>
          <w:b/>
          <w:color w:val="000000"/>
          <w:sz w:val="28"/>
          <w:szCs w:val="28"/>
        </w:rPr>
        <w:t>:</w:t>
      </w:r>
    </w:p>
    <w:p w:rsidR="00A90AE0" w:rsidRDefault="00A90AE0" w:rsidP="00A90AE0">
      <w:pPr>
        <w:numPr>
          <w:ilvl w:val="0"/>
          <w:numId w:val="16"/>
        </w:numPr>
        <w:ind w:hanging="294"/>
        <w:jc w:val="both"/>
        <w:rPr>
          <w:sz w:val="28"/>
          <w:szCs w:val="28"/>
        </w:rPr>
      </w:pPr>
      <w:r w:rsidRPr="00BA6626">
        <w:rPr>
          <w:sz w:val="28"/>
          <w:szCs w:val="28"/>
        </w:rPr>
        <w:t>Козлова Л.В. Основы реабилитации для медицинских ко</w:t>
      </w:r>
      <w:r w:rsidR="00BF31CA">
        <w:rPr>
          <w:sz w:val="28"/>
          <w:szCs w:val="28"/>
        </w:rPr>
        <w:t>лледжей [Текст]: учеб.  пособ.</w:t>
      </w:r>
      <w:r w:rsidRPr="00BA6626">
        <w:rPr>
          <w:sz w:val="28"/>
          <w:szCs w:val="28"/>
        </w:rPr>
        <w:t xml:space="preserve"> /Л.В. Козлова. – </w:t>
      </w:r>
      <w:r>
        <w:rPr>
          <w:sz w:val="28"/>
          <w:szCs w:val="28"/>
        </w:rPr>
        <w:t xml:space="preserve">7-е изд. </w:t>
      </w:r>
      <w:r w:rsidRPr="00BA6626">
        <w:rPr>
          <w:sz w:val="28"/>
          <w:szCs w:val="28"/>
        </w:rPr>
        <w:t>– Ростов-на-Дону: Ф</w:t>
      </w:r>
      <w:r w:rsidRPr="00BA6626">
        <w:rPr>
          <w:sz w:val="28"/>
          <w:szCs w:val="28"/>
        </w:rPr>
        <w:t>е</w:t>
      </w:r>
      <w:r w:rsidRPr="00BA6626">
        <w:rPr>
          <w:sz w:val="28"/>
          <w:szCs w:val="28"/>
        </w:rPr>
        <w:t>никс, 20</w:t>
      </w:r>
      <w:r>
        <w:rPr>
          <w:sz w:val="28"/>
          <w:szCs w:val="28"/>
        </w:rPr>
        <w:t>12</w:t>
      </w:r>
      <w:r w:rsidRPr="00BA6626">
        <w:rPr>
          <w:sz w:val="28"/>
          <w:szCs w:val="28"/>
        </w:rPr>
        <w:t>. – 475 с.</w:t>
      </w:r>
    </w:p>
    <w:p w:rsidR="00A90AE0" w:rsidRPr="00D107AB" w:rsidRDefault="00A90AE0" w:rsidP="00A90AE0">
      <w:pPr>
        <w:pStyle w:val="afc"/>
        <w:numPr>
          <w:ilvl w:val="0"/>
          <w:numId w:val="16"/>
        </w:numPr>
        <w:spacing w:line="240" w:lineRule="auto"/>
        <w:jc w:val="both"/>
        <w:rPr>
          <w:b/>
          <w:szCs w:val="28"/>
        </w:rPr>
      </w:pPr>
      <w:r w:rsidRPr="00F04365">
        <w:rPr>
          <w:color w:val="000000"/>
          <w:szCs w:val="28"/>
        </w:rPr>
        <w:t xml:space="preserve">Лечебная физическая культура </w:t>
      </w:r>
      <w:r w:rsidRPr="00F04365">
        <w:rPr>
          <w:szCs w:val="28"/>
        </w:rPr>
        <w:t>[Электронный ресурс]</w:t>
      </w:r>
      <w:r w:rsidR="00BF31CA">
        <w:rPr>
          <w:color w:val="000000"/>
          <w:szCs w:val="28"/>
        </w:rPr>
        <w:t>: учеб.пособ.</w:t>
      </w:r>
      <w:r w:rsidRPr="00F04365">
        <w:rPr>
          <w:color w:val="000000"/>
          <w:szCs w:val="28"/>
        </w:rPr>
        <w:t xml:space="preserve"> / Епифанов В.А. и др. – Москва:  ГЭОТАР-Медиа, 2013. – 528 с. – </w:t>
      </w:r>
      <w:r w:rsidRPr="00F04365">
        <w:rPr>
          <w:color w:val="000000"/>
          <w:szCs w:val="28"/>
          <w:lang w:val="en-US"/>
        </w:rPr>
        <w:t>URL</w:t>
      </w:r>
      <w:r w:rsidRPr="00F04365">
        <w:rPr>
          <w:color w:val="000000"/>
          <w:szCs w:val="28"/>
        </w:rPr>
        <w:t>:</w:t>
      </w:r>
      <w:r w:rsidRPr="00397A0E">
        <w:t xml:space="preserve"> </w:t>
      </w:r>
      <w:hyperlink r:id="rId13" w:history="1">
        <w:r w:rsidRPr="00F04365">
          <w:rPr>
            <w:rStyle w:val="afd"/>
            <w:szCs w:val="28"/>
            <w:lang w:eastAsia="ru-RU"/>
          </w:rPr>
          <w:t>http://www.medcollegelib.ru/book/ISBN9785970426456.html</w:t>
        </w:r>
      </w:hyperlink>
      <w:r w:rsidRPr="00F04365">
        <w:rPr>
          <w:color w:val="000000"/>
          <w:szCs w:val="28"/>
        </w:rPr>
        <w:t xml:space="preserve">. </w:t>
      </w:r>
    </w:p>
    <w:p w:rsidR="00D107AB" w:rsidRPr="00F04365" w:rsidRDefault="00D107AB" w:rsidP="00D107AB">
      <w:pPr>
        <w:pStyle w:val="afc"/>
        <w:spacing w:line="240" w:lineRule="auto"/>
        <w:jc w:val="both"/>
        <w:rPr>
          <w:b/>
          <w:szCs w:val="28"/>
        </w:rPr>
      </w:pPr>
    </w:p>
    <w:p w:rsidR="00A90AE0" w:rsidRPr="00F04365" w:rsidRDefault="00A90AE0" w:rsidP="00A90AE0">
      <w:pPr>
        <w:pStyle w:val="afc"/>
        <w:ind w:left="0"/>
        <w:jc w:val="both"/>
        <w:rPr>
          <w:b/>
          <w:szCs w:val="28"/>
        </w:rPr>
      </w:pPr>
      <w:r w:rsidRPr="00F04365">
        <w:rPr>
          <w:b/>
          <w:szCs w:val="28"/>
        </w:rPr>
        <w:lastRenderedPageBreak/>
        <w:t>Дополнительные источники:</w:t>
      </w:r>
    </w:p>
    <w:p w:rsidR="00A90AE0" w:rsidRDefault="00A90AE0" w:rsidP="00A90AE0">
      <w:pPr>
        <w:numPr>
          <w:ilvl w:val="0"/>
          <w:numId w:val="17"/>
        </w:numPr>
        <w:jc w:val="both"/>
        <w:rPr>
          <w:sz w:val="28"/>
          <w:szCs w:val="28"/>
        </w:rPr>
      </w:pPr>
      <w:r w:rsidRPr="00BA6626">
        <w:rPr>
          <w:sz w:val="28"/>
          <w:szCs w:val="28"/>
        </w:rPr>
        <w:t>Быковская Т.Ю. Виды реабилитации: физиотерапия, лечебная физкул</w:t>
      </w:r>
      <w:r w:rsidRPr="00BA6626">
        <w:rPr>
          <w:sz w:val="28"/>
          <w:szCs w:val="28"/>
        </w:rPr>
        <w:t>ь</w:t>
      </w:r>
      <w:r w:rsidRPr="00BA6626">
        <w:rPr>
          <w:sz w:val="28"/>
          <w:szCs w:val="28"/>
        </w:rPr>
        <w:t>тур</w:t>
      </w:r>
      <w:r w:rsidR="00BF31CA">
        <w:rPr>
          <w:sz w:val="28"/>
          <w:szCs w:val="28"/>
        </w:rPr>
        <w:t>а, массаж [Текст]: учеб. пособ.</w:t>
      </w:r>
      <w:r w:rsidRPr="00BA6626">
        <w:rPr>
          <w:sz w:val="28"/>
          <w:szCs w:val="28"/>
        </w:rPr>
        <w:t xml:space="preserve"> /Т.Ю.Быковская [и др.]. – Ростов-на-Дону: Феникс, 201</w:t>
      </w:r>
      <w:r w:rsidR="00B30773">
        <w:rPr>
          <w:sz w:val="28"/>
          <w:szCs w:val="28"/>
        </w:rPr>
        <w:t>2</w:t>
      </w:r>
      <w:r w:rsidRPr="00BA6626">
        <w:rPr>
          <w:sz w:val="28"/>
          <w:szCs w:val="28"/>
        </w:rPr>
        <w:t>. – 557 с.: ил.</w:t>
      </w:r>
    </w:p>
    <w:p w:rsidR="00A90AE0" w:rsidRDefault="00A90AE0" w:rsidP="00A90AE0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Справочник по реабилитации/ Н.А. Генш, Т.Ю. Клипина, Ю.Н. Улыб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на. – Ростов-на-Дону: Феникс, 201</w:t>
      </w:r>
      <w:r w:rsidR="00B30773">
        <w:rPr>
          <w:sz w:val="28"/>
          <w:szCs w:val="28"/>
        </w:rPr>
        <w:t>2</w:t>
      </w:r>
      <w:r w:rsidR="00BF31CA">
        <w:rPr>
          <w:sz w:val="28"/>
          <w:szCs w:val="28"/>
        </w:rPr>
        <w:t xml:space="preserve">. – 348с.: ил. </w:t>
      </w:r>
    </w:p>
    <w:p w:rsidR="00A90AE0" w:rsidRDefault="00A90AE0" w:rsidP="00A90AE0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Вестник восстановительной медицины </w:t>
      </w:r>
      <w:r w:rsidRPr="00BA6626">
        <w:rPr>
          <w:sz w:val="28"/>
          <w:szCs w:val="28"/>
        </w:rPr>
        <w:t>[Текст]</w:t>
      </w:r>
      <w:r>
        <w:rPr>
          <w:sz w:val="28"/>
          <w:szCs w:val="28"/>
        </w:rPr>
        <w:t>: научно-практич. журн. – Москва: ФГБУ «Российский научный центр медицинской реабилит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и курортологии Министерства здравоохранения РФ», 2015.</w:t>
      </w:r>
    </w:p>
    <w:p w:rsidR="00A90AE0" w:rsidRDefault="00A90AE0" w:rsidP="00A90AE0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Лечебная физкультура и спортивная медицина</w:t>
      </w:r>
      <w:r w:rsidR="00D66C40">
        <w:rPr>
          <w:sz w:val="28"/>
          <w:szCs w:val="28"/>
        </w:rPr>
        <w:t xml:space="preserve"> </w:t>
      </w:r>
      <w:r w:rsidRPr="00BA6626">
        <w:rPr>
          <w:sz w:val="28"/>
          <w:szCs w:val="28"/>
        </w:rPr>
        <w:t>[Текст]</w:t>
      </w:r>
      <w:r>
        <w:rPr>
          <w:sz w:val="28"/>
          <w:szCs w:val="28"/>
        </w:rPr>
        <w:t>: научно-практич. журн. – Москва: Общероссийский общественный фонд «С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циальеое развитие России», 2015.</w:t>
      </w:r>
    </w:p>
    <w:p w:rsidR="005B68D9" w:rsidRPr="00A440A1" w:rsidRDefault="005B68D9" w:rsidP="00EA1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Style w:val="b-serp-urlitem1"/>
          <w:b/>
          <w:sz w:val="22"/>
          <w:szCs w:val="22"/>
        </w:rPr>
      </w:pPr>
      <w:r w:rsidRPr="00A440A1">
        <w:rPr>
          <w:b/>
          <w:bCs/>
          <w:sz w:val="28"/>
          <w:szCs w:val="28"/>
        </w:rPr>
        <w:t>Интернет-ресурсы:</w:t>
      </w:r>
    </w:p>
    <w:p w:rsidR="005B68D9" w:rsidRDefault="005B68D9" w:rsidP="00EA1BCB">
      <w:pPr>
        <w:pStyle w:val="afc"/>
        <w:numPr>
          <w:ilvl w:val="0"/>
          <w:numId w:val="13"/>
        </w:numPr>
        <w:spacing w:after="0" w:line="240" w:lineRule="atLeast"/>
        <w:ind w:left="709" w:hanging="283"/>
        <w:contextualSpacing w:val="0"/>
        <w:rPr>
          <w:szCs w:val="28"/>
        </w:rPr>
      </w:pPr>
      <w:r>
        <w:rPr>
          <w:szCs w:val="28"/>
        </w:rPr>
        <w:t>Лечебная физическая культура: медицинский справочник [Электро</w:t>
      </w:r>
      <w:r>
        <w:rPr>
          <w:szCs w:val="28"/>
        </w:rPr>
        <w:t>н</w:t>
      </w:r>
      <w:r w:rsidR="00D66C40">
        <w:rPr>
          <w:szCs w:val="28"/>
        </w:rPr>
        <w:t xml:space="preserve">ный ресурс]. </w:t>
      </w:r>
      <w:r>
        <w:rPr>
          <w:szCs w:val="28"/>
        </w:rPr>
        <w:t xml:space="preserve"> </w:t>
      </w:r>
      <w:r>
        <w:rPr>
          <w:szCs w:val="28"/>
          <w:lang w:val="en-US"/>
        </w:rPr>
        <w:t>URL</w:t>
      </w:r>
      <w:r>
        <w:rPr>
          <w:szCs w:val="28"/>
        </w:rPr>
        <w:t>: //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r>
        <w:rPr>
          <w:szCs w:val="28"/>
          <w:lang w:val="en-US"/>
        </w:rPr>
        <w:t>medical</w:t>
      </w:r>
      <w:r>
        <w:rPr>
          <w:szCs w:val="28"/>
        </w:rPr>
        <w:t>-</w:t>
      </w:r>
      <w:r>
        <w:rPr>
          <w:szCs w:val="28"/>
          <w:lang w:val="en-US"/>
        </w:rPr>
        <w:t>enc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>/</w:t>
      </w:r>
      <w:r>
        <w:rPr>
          <w:szCs w:val="28"/>
          <w:lang w:val="en-US"/>
        </w:rPr>
        <w:t>lfk</w:t>
      </w:r>
      <w:r w:rsidR="00D66C40">
        <w:rPr>
          <w:szCs w:val="28"/>
        </w:rPr>
        <w:t xml:space="preserve">//. </w:t>
      </w:r>
      <w:r>
        <w:rPr>
          <w:szCs w:val="28"/>
        </w:rPr>
        <w:t xml:space="preserve"> (дата обраще</w:t>
      </w:r>
      <w:r w:rsidR="002C4CE6">
        <w:rPr>
          <w:szCs w:val="28"/>
        </w:rPr>
        <w:t>ния: 30.08.1</w:t>
      </w:r>
      <w:r w:rsidR="00D66C40">
        <w:rPr>
          <w:szCs w:val="28"/>
        </w:rPr>
        <w:t>7</w:t>
      </w:r>
      <w:r>
        <w:rPr>
          <w:szCs w:val="28"/>
        </w:rPr>
        <w:t>).</w:t>
      </w:r>
    </w:p>
    <w:p w:rsidR="005B68D9" w:rsidRDefault="005B68D9" w:rsidP="00EA1BCB">
      <w:pPr>
        <w:pStyle w:val="afc"/>
        <w:numPr>
          <w:ilvl w:val="0"/>
          <w:numId w:val="13"/>
        </w:numPr>
        <w:spacing w:after="0" w:line="240" w:lineRule="atLeast"/>
        <w:ind w:left="709" w:hanging="283"/>
        <w:contextualSpacing w:val="0"/>
        <w:rPr>
          <w:szCs w:val="28"/>
        </w:rPr>
      </w:pPr>
      <w:r>
        <w:rPr>
          <w:szCs w:val="28"/>
        </w:rPr>
        <w:t>Физио</w:t>
      </w:r>
      <w:r w:rsidR="00D66C40">
        <w:rPr>
          <w:szCs w:val="28"/>
        </w:rPr>
        <w:t xml:space="preserve">терапия [Электронный ресурс]. </w:t>
      </w:r>
      <w:r>
        <w:rPr>
          <w:szCs w:val="28"/>
          <w:lang w:val="en-US"/>
        </w:rPr>
        <w:t>URL</w:t>
      </w:r>
      <w:r w:rsidRPr="00344897">
        <w:rPr>
          <w:szCs w:val="28"/>
        </w:rPr>
        <w:t xml:space="preserve">: </w:t>
      </w:r>
      <w:r w:rsidRPr="00D107AB">
        <w:rPr>
          <w:szCs w:val="28"/>
          <w:lang w:val="en-US"/>
        </w:rPr>
        <w:t>http</w:t>
      </w:r>
      <w:r w:rsidRPr="00344897">
        <w:rPr>
          <w:szCs w:val="28"/>
        </w:rPr>
        <w:t>:</w:t>
      </w:r>
      <w:r w:rsidRPr="00344897">
        <w:rPr>
          <w:rStyle w:val="b-serp-urlitem1"/>
          <w:szCs w:val="28"/>
        </w:rPr>
        <w:t>//</w:t>
      </w:r>
      <w:r w:rsidRPr="00D107AB">
        <w:rPr>
          <w:rStyle w:val="b-serp-urlitem1"/>
          <w:szCs w:val="28"/>
          <w:lang w:val="en-US"/>
        </w:rPr>
        <w:t>www</w:t>
      </w:r>
      <w:r w:rsidRPr="00344897">
        <w:rPr>
          <w:rStyle w:val="b-serp-urlitem1"/>
          <w:szCs w:val="28"/>
        </w:rPr>
        <w:t>.</w:t>
      </w:r>
      <w:r>
        <w:rPr>
          <w:rStyle w:val="b-serp-urlitem1"/>
          <w:szCs w:val="28"/>
          <w:lang w:val="en-US"/>
        </w:rPr>
        <w:t>fizioterapiya</w:t>
      </w:r>
      <w:r w:rsidRPr="00344897">
        <w:rPr>
          <w:rStyle w:val="b-serp-urlitem1"/>
          <w:szCs w:val="28"/>
        </w:rPr>
        <w:t>.</w:t>
      </w:r>
      <w:r>
        <w:rPr>
          <w:rStyle w:val="b-serp-urlitem1"/>
          <w:szCs w:val="28"/>
          <w:lang w:val="en-US"/>
        </w:rPr>
        <w:t>info</w:t>
      </w:r>
      <w:r w:rsidRPr="00344897">
        <w:rPr>
          <w:rStyle w:val="b-serp-urlitem1"/>
          <w:szCs w:val="28"/>
        </w:rPr>
        <w:t>//</w:t>
      </w:r>
      <w:r w:rsidRPr="00344897">
        <w:rPr>
          <w:szCs w:val="28"/>
        </w:rPr>
        <w:t xml:space="preserve">.– </w:t>
      </w:r>
      <w:r w:rsidR="002C4CE6">
        <w:rPr>
          <w:szCs w:val="28"/>
        </w:rPr>
        <w:t>(дата обращения: 30.08.1</w:t>
      </w:r>
      <w:r w:rsidR="00D66C40">
        <w:rPr>
          <w:szCs w:val="28"/>
        </w:rPr>
        <w:t>7</w:t>
      </w:r>
      <w:r>
        <w:rPr>
          <w:szCs w:val="28"/>
        </w:rPr>
        <w:t>).</w:t>
      </w:r>
    </w:p>
    <w:p w:rsidR="00EA1BCB" w:rsidRDefault="00EA1BCB" w:rsidP="00EA1BCB">
      <w:pPr>
        <w:spacing w:line="240" w:lineRule="atLeast"/>
        <w:rPr>
          <w:szCs w:val="28"/>
        </w:rPr>
      </w:pPr>
    </w:p>
    <w:p w:rsidR="00EA1BCB" w:rsidRDefault="00EA1BCB" w:rsidP="00EA1B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5D3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 является использование специальных методов:</w:t>
      </w:r>
    </w:p>
    <w:p w:rsidR="00EA1BCB" w:rsidRDefault="00EA1BCB" w:rsidP="00EA1BCB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EA1BCB" w:rsidRDefault="00EA1BCB" w:rsidP="00EA1BCB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практическом обучении (наличие учебных пособий и дидактич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материалов, позволяющих визуализировать задания, рекоменд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преподавателя по их выполнению и критерии оценки). </w:t>
      </w:r>
    </w:p>
    <w:p w:rsidR="00EA1BCB" w:rsidRDefault="00EA1BCB" w:rsidP="00EA1BCB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EA1BCB" w:rsidRPr="00EA1BCB" w:rsidRDefault="00EA1BCB" w:rsidP="00EA1BCB">
      <w:pPr>
        <w:spacing w:line="240" w:lineRule="atLeast"/>
        <w:rPr>
          <w:szCs w:val="28"/>
        </w:rPr>
      </w:pPr>
    </w:p>
    <w:p w:rsidR="005B68D9" w:rsidRDefault="005B68D9" w:rsidP="005B68D9">
      <w:pPr>
        <w:jc w:val="center"/>
        <w:rPr>
          <w:sz w:val="22"/>
          <w:szCs w:val="22"/>
        </w:rPr>
      </w:pPr>
    </w:p>
    <w:p w:rsidR="001C2091" w:rsidRPr="00531A60" w:rsidRDefault="00A80232" w:rsidP="005F3A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31A60">
        <w:rPr>
          <w:b/>
          <w:sz w:val="28"/>
          <w:szCs w:val="28"/>
        </w:rPr>
        <w:br w:type="page"/>
      </w:r>
      <w:r w:rsidR="005F3ACD">
        <w:rPr>
          <w:b/>
          <w:sz w:val="28"/>
          <w:szCs w:val="28"/>
        </w:rPr>
        <w:lastRenderedPageBreak/>
        <w:t xml:space="preserve">4. </w:t>
      </w:r>
      <w:r w:rsidRPr="00531A60">
        <w:rPr>
          <w:b/>
          <w:caps/>
          <w:sz w:val="28"/>
          <w:szCs w:val="28"/>
        </w:rPr>
        <w:t>Контроль и оценка результатов освоения</w:t>
      </w:r>
    </w:p>
    <w:p w:rsidR="00A80232" w:rsidRPr="00531A60" w:rsidRDefault="001C2091" w:rsidP="005F3A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31A60">
        <w:rPr>
          <w:b/>
          <w:caps/>
          <w:sz w:val="28"/>
          <w:szCs w:val="28"/>
        </w:rPr>
        <w:t>дисциплины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996"/>
      </w:tblGrid>
      <w:tr w:rsidR="00D43552" w:rsidRPr="00531A60" w:rsidTr="00FD2F5E">
        <w:tc>
          <w:tcPr>
            <w:tcW w:w="4786" w:type="dxa"/>
            <w:vAlign w:val="center"/>
          </w:tcPr>
          <w:p w:rsidR="00D43552" w:rsidRPr="00531A60" w:rsidRDefault="00D43552" w:rsidP="00AB61E7">
            <w:pPr>
              <w:jc w:val="center"/>
              <w:rPr>
                <w:b/>
                <w:bCs/>
              </w:rPr>
            </w:pPr>
            <w:r w:rsidRPr="00531A60">
              <w:rPr>
                <w:b/>
                <w:bCs/>
              </w:rPr>
              <w:t>Результаты обучения</w:t>
            </w:r>
          </w:p>
          <w:p w:rsidR="00D43552" w:rsidRPr="00531A60" w:rsidRDefault="00D43552" w:rsidP="00AB61E7">
            <w:pPr>
              <w:jc w:val="center"/>
              <w:rPr>
                <w:b/>
                <w:bCs/>
              </w:rPr>
            </w:pPr>
            <w:r w:rsidRPr="00531A6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96" w:type="dxa"/>
            <w:vAlign w:val="center"/>
          </w:tcPr>
          <w:p w:rsidR="00D43552" w:rsidRPr="00531A60" w:rsidRDefault="00D43552" w:rsidP="00AB61E7">
            <w:pPr>
              <w:jc w:val="center"/>
              <w:rPr>
                <w:b/>
                <w:bCs/>
              </w:rPr>
            </w:pPr>
            <w:r w:rsidRPr="00531A60">
              <w:rPr>
                <w:b/>
              </w:rPr>
              <w:t>Формы и методы контроля и оценки р</w:t>
            </w:r>
            <w:r w:rsidRPr="00531A60">
              <w:rPr>
                <w:b/>
              </w:rPr>
              <w:t>е</w:t>
            </w:r>
            <w:r w:rsidRPr="00531A60">
              <w:rPr>
                <w:b/>
              </w:rPr>
              <w:t xml:space="preserve">зультатов обучения </w:t>
            </w:r>
          </w:p>
        </w:tc>
      </w:tr>
      <w:tr w:rsidR="00D43552" w:rsidRPr="00531A60" w:rsidTr="000D6BFA">
        <w:trPr>
          <w:trHeight w:val="12964"/>
        </w:trPr>
        <w:tc>
          <w:tcPr>
            <w:tcW w:w="4786" w:type="dxa"/>
          </w:tcPr>
          <w:p w:rsidR="00D43552" w:rsidRPr="00531A60" w:rsidRDefault="00FD2F5E" w:rsidP="00FD2F5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D43552" w:rsidRPr="00531A60">
              <w:rPr>
                <w:b/>
                <w:sz w:val="28"/>
                <w:szCs w:val="28"/>
              </w:rPr>
              <w:t>мения: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осуществлять реабилитационные мероприятия пациентам  с акуше</w:t>
            </w:r>
            <w:r w:rsidRPr="00531A60">
              <w:rPr>
                <w:sz w:val="28"/>
                <w:szCs w:val="28"/>
              </w:rPr>
              <w:t>р</w:t>
            </w:r>
            <w:r w:rsidRPr="00531A60">
              <w:rPr>
                <w:sz w:val="28"/>
                <w:szCs w:val="28"/>
              </w:rPr>
              <w:t>ской, гинекологической и экстраг</w:t>
            </w:r>
            <w:r w:rsidRPr="00531A60">
              <w:rPr>
                <w:sz w:val="28"/>
                <w:szCs w:val="28"/>
              </w:rPr>
              <w:t>е</w:t>
            </w:r>
            <w:r w:rsidRPr="00531A60">
              <w:rPr>
                <w:sz w:val="28"/>
                <w:szCs w:val="28"/>
              </w:rPr>
              <w:t xml:space="preserve">нитальной патологией; 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осуществлять приемы классическ</w:t>
            </w:r>
            <w:r w:rsidRPr="00531A60">
              <w:rPr>
                <w:sz w:val="28"/>
                <w:szCs w:val="28"/>
              </w:rPr>
              <w:t>о</w:t>
            </w:r>
            <w:r w:rsidRPr="00531A60">
              <w:rPr>
                <w:sz w:val="28"/>
                <w:szCs w:val="28"/>
              </w:rPr>
              <w:t>го массажа;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подбирать оптимальные комплексы лечебной физкультуры;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проводить основные физиотерапе</w:t>
            </w:r>
            <w:r w:rsidRPr="00531A60">
              <w:rPr>
                <w:sz w:val="28"/>
                <w:szCs w:val="28"/>
              </w:rPr>
              <w:t>в</w:t>
            </w:r>
            <w:r w:rsidRPr="00531A60">
              <w:rPr>
                <w:sz w:val="28"/>
                <w:szCs w:val="28"/>
              </w:rPr>
              <w:t xml:space="preserve">тические процедуры по назначению врача. </w:t>
            </w:r>
          </w:p>
          <w:p w:rsidR="00D43552" w:rsidRPr="00531A60" w:rsidRDefault="00531A60" w:rsidP="00531A60">
            <w:pPr>
              <w:tabs>
                <w:tab w:val="num" w:pos="2148"/>
              </w:tabs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Работа с современными источник</w:t>
            </w:r>
            <w:r w:rsidRPr="00531A60">
              <w:rPr>
                <w:sz w:val="28"/>
                <w:szCs w:val="28"/>
              </w:rPr>
              <w:t>а</w:t>
            </w:r>
            <w:r w:rsidRPr="00531A60">
              <w:rPr>
                <w:sz w:val="28"/>
                <w:szCs w:val="28"/>
              </w:rPr>
              <w:t>ми информации (интернет, электро</w:t>
            </w:r>
            <w:r w:rsidRPr="00531A60">
              <w:rPr>
                <w:sz w:val="28"/>
                <w:szCs w:val="28"/>
              </w:rPr>
              <w:t>н</w:t>
            </w:r>
            <w:r w:rsidRPr="00531A60">
              <w:rPr>
                <w:sz w:val="28"/>
                <w:szCs w:val="28"/>
              </w:rPr>
              <w:t>ные библиотеки и др.) и учебно-методической литературой, период</w:t>
            </w:r>
            <w:r w:rsidRPr="00531A60">
              <w:rPr>
                <w:sz w:val="28"/>
                <w:szCs w:val="28"/>
              </w:rPr>
              <w:t>и</w:t>
            </w:r>
            <w:r w:rsidRPr="00531A60">
              <w:rPr>
                <w:sz w:val="28"/>
                <w:szCs w:val="28"/>
              </w:rPr>
              <w:t>ческими изданиями по теме предмета</w:t>
            </w:r>
          </w:p>
          <w:p w:rsidR="00D43552" w:rsidRPr="00531A60" w:rsidRDefault="00FD2F5E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D43552" w:rsidRPr="00531A60">
              <w:rPr>
                <w:b/>
                <w:sz w:val="28"/>
                <w:szCs w:val="28"/>
              </w:rPr>
              <w:t>нания: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основные законы и нормативные акты регламентирующие медико-социальную деятельность;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виды, формы и методы реабилит</w:t>
            </w:r>
            <w:r w:rsidRPr="00531A60">
              <w:rPr>
                <w:sz w:val="28"/>
                <w:szCs w:val="28"/>
              </w:rPr>
              <w:t>а</w:t>
            </w:r>
            <w:r w:rsidRPr="00531A60">
              <w:rPr>
                <w:sz w:val="28"/>
                <w:szCs w:val="28"/>
              </w:rPr>
              <w:t>ции;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особенности реабилитации в ак</w:t>
            </w:r>
            <w:r w:rsidRPr="00531A60">
              <w:rPr>
                <w:sz w:val="28"/>
                <w:szCs w:val="28"/>
              </w:rPr>
              <w:t>у</w:t>
            </w:r>
            <w:r w:rsidRPr="00531A60">
              <w:rPr>
                <w:sz w:val="28"/>
                <w:szCs w:val="28"/>
              </w:rPr>
              <w:t>шерско-гинекологической практике;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показания и особенности примен</w:t>
            </w:r>
            <w:r w:rsidRPr="00531A60">
              <w:rPr>
                <w:sz w:val="28"/>
                <w:szCs w:val="28"/>
              </w:rPr>
              <w:t>е</w:t>
            </w:r>
            <w:r w:rsidRPr="00531A60">
              <w:rPr>
                <w:sz w:val="28"/>
                <w:szCs w:val="28"/>
              </w:rPr>
              <w:t>ния лечебной физкультуры, массажа и физиотерапии у беременных, рож</w:t>
            </w:r>
            <w:r w:rsidRPr="00531A60">
              <w:rPr>
                <w:sz w:val="28"/>
                <w:szCs w:val="28"/>
              </w:rPr>
              <w:t>е</w:t>
            </w:r>
            <w:r w:rsidRPr="00531A60">
              <w:rPr>
                <w:sz w:val="28"/>
                <w:szCs w:val="28"/>
              </w:rPr>
              <w:t>ниц, родильниц и гинекологических больных;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основные приемы классического массажа, их физиологическое дейс</w:t>
            </w:r>
            <w:r w:rsidRPr="00531A60">
              <w:rPr>
                <w:sz w:val="28"/>
                <w:szCs w:val="28"/>
              </w:rPr>
              <w:t>т</w:t>
            </w:r>
            <w:r w:rsidRPr="00531A60">
              <w:rPr>
                <w:sz w:val="28"/>
                <w:szCs w:val="28"/>
              </w:rPr>
              <w:t>вие, показания и противопоказания;</w:t>
            </w:r>
          </w:p>
          <w:p w:rsidR="00D43552" w:rsidRPr="00531A60" w:rsidRDefault="00D43552" w:rsidP="00D4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понятие о медицинском контроле в лечебной физкультуре;</w:t>
            </w:r>
          </w:p>
          <w:p w:rsidR="00D43552" w:rsidRPr="00531A60" w:rsidRDefault="00D43552" w:rsidP="000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>- основные виды физиотерапевтич</w:t>
            </w:r>
            <w:r w:rsidRPr="00531A60">
              <w:rPr>
                <w:sz w:val="28"/>
                <w:szCs w:val="28"/>
              </w:rPr>
              <w:t>е</w:t>
            </w:r>
            <w:r w:rsidRPr="00531A60">
              <w:rPr>
                <w:sz w:val="28"/>
                <w:szCs w:val="28"/>
              </w:rPr>
              <w:t>ских процедур и возможности их применения в акушерско-гинекологической практике.</w:t>
            </w:r>
          </w:p>
          <w:p w:rsidR="00D43552" w:rsidRPr="00531A60" w:rsidRDefault="00D43552" w:rsidP="00531A60">
            <w:pPr>
              <w:tabs>
                <w:tab w:val="num" w:pos="2148"/>
              </w:tabs>
              <w:rPr>
                <w:b/>
                <w:sz w:val="28"/>
                <w:szCs w:val="28"/>
              </w:rPr>
            </w:pPr>
            <w:r w:rsidRPr="00531A6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996" w:type="dxa"/>
          </w:tcPr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Наблюдение и экспертная оценка р</w:t>
            </w:r>
            <w:r w:rsidRPr="000556FB">
              <w:rPr>
                <w:sz w:val="28"/>
                <w:szCs w:val="28"/>
              </w:rPr>
              <w:t>е</w:t>
            </w:r>
            <w:r w:rsidRPr="000556FB">
              <w:rPr>
                <w:sz w:val="28"/>
                <w:szCs w:val="28"/>
              </w:rPr>
              <w:t>зультатов деятельности студентов при:</w:t>
            </w:r>
          </w:p>
          <w:p w:rsidR="007E420E" w:rsidRPr="000556FB" w:rsidRDefault="007E420E" w:rsidP="007E420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Решении ситуационных задач.</w:t>
            </w:r>
          </w:p>
          <w:p w:rsidR="007E420E" w:rsidRPr="000556FB" w:rsidRDefault="007E420E" w:rsidP="007E420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Выполнении заданий в тестовой фо</w:t>
            </w:r>
            <w:r w:rsidRPr="000556FB">
              <w:rPr>
                <w:sz w:val="28"/>
                <w:szCs w:val="28"/>
              </w:rPr>
              <w:t>р</w:t>
            </w:r>
            <w:r w:rsidRPr="000556FB">
              <w:rPr>
                <w:sz w:val="28"/>
                <w:szCs w:val="28"/>
              </w:rPr>
              <w:t>ме.</w:t>
            </w:r>
          </w:p>
          <w:p w:rsidR="007E420E" w:rsidRPr="000556FB" w:rsidRDefault="007E420E" w:rsidP="007E420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Составлении схем ориентировочных действий при выполнении различных реабилитационных процедур</w:t>
            </w:r>
          </w:p>
          <w:p w:rsidR="007E420E" w:rsidRPr="000556FB" w:rsidRDefault="007E420E" w:rsidP="007E420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Работе с дополнительной литературой и другими источниками информации.</w:t>
            </w:r>
          </w:p>
          <w:p w:rsidR="007E420E" w:rsidRPr="000556FB" w:rsidRDefault="007E420E" w:rsidP="007E420E">
            <w:pPr>
              <w:tabs>
                <w:tab w:val="num" w:pos="2148"/>
              </w:tabs>
              <w:jc w:val="both"/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Отработки алгоритмов проведения реабилитационных процедур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составлении комплексов лечебной физкультуры;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разработке  рекомендаций по испол</w:t>
            </w:r>
            <w:r w:rsidRPr="000556FB">
              <w:rPr>
                <w:sz w:val="28"/>
                <w:szCs w:val="28"/>
              </w:rPr>
              <w:t>ь</w:t>
            </w:r>
            <w:r w:rsidRPr="000556FB">
              <w:rPr>
                <w:sz w:val="28"/>
                <w:szCs w:val="28"/>
              </w:rPr>
              <w:t>зованию физиотерапевтических проц</w:t>
            </w:r>
            <w:r w:rsidRPr="000556FB">
              <w:rPr>
                <w:sz w:val="28"/>
                <w:szCs w:val="28"/>
              </w:rPr>
              <w:t>е</w:t>
            </w:r>
            <w:r w:rsidRPr="000556FB">
              <w:rPr>
                <w:sz w:val="28"/>
                <w:szCs w:val="28"/>
              </w:rPr>
              <w:t>дур;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контроль овладения основными приемами классического массажа.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Экспертная оценка результатов сам</w:t>
            </w:r>
            <w:r w:rsidRPr="000556FB">
              <w:rPr>
                <w:sz w:val="28"/>
                <w:szCs w:val="28"/>
              </w:rPr>
              <w:t>о</w:t>
            </w:r>
            <w:r w:rsidRPr="000556FB">
              <w:rPr>
                <w:sz w:val="28"/>
                <w:szCs w:val="28"/>
              </w:rPr>
              <w:t>стоятельной работы: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 xml:space="preserve">- составления глоссария; 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защиты рефератов, сообщений;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 xml:space="preserve">- составления схем, таблиц; 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  <w:r w:rsidRPr="000556FB">
              <w:rPr>
                <w:sz w:val="28"/>
                <w:szCs w:val="28"/>
              </w:rPr>
              <w:t>- составления рекомендаций по реаб</w:t>
            </w:r>
            <w:r w:rsidRPr="000556FB">
              <w:rPr>
                <w:sz w:val="28"/>
                <w:szCs w:val="28"/>
              </w:rPr>
              <w:t>и</w:t>
            </w:r>
            <w:r w:rsidRPr="000556FB">
              <w:rPr>
                <w:sz w:val="28"/>
                <w:szCs w:val="28"/>
              </w:rPr>
              <w:t>литации</w:t>
            </w:r>
          </w:p>
          <w:p w:rsidR="007E420E" w:rsidRPr="000556FB" w:rsidRDefault="007E420E" w:rsidP="007E420E">
            <w:pPr>
              <w:rPr>
                <w:sz w:val="28"/>
                <w:szCs w:val="28"/>
              </w:rPr>
            </w:pPr>
          </w:p>
          <w:p w:rsidR="00531A60" w:rsidRPr="00531A60" w:rsidRDefault="007E420E" w:rsidP="007E420E">
            <w:pPr>
              <w:tabs>
                <w:tab w:val="num" w:pos="2148"/>
              </w:tabs>
              <w:rPr>
                <w:bCs/>
                <w:i/>
              </w:rPr>
            </w:pPr>
            <w:r w:rsidRPr="000556FB">
              <w:rPr>
                <w:sz w:val="28"/>
                <w:szCs w:val="28"/>
              </w:rPr>
              <w:t>Экспертная оценка результатов итог</w:t>
            </w:r>
            <w:r w:rsidRPr="000556FB">
              <w:rPr>
                <w:sz w:val="28"/>
                <w:szCs w:val="28"/>
              </w:rPr>
              <w:t>о</w:t>
            </w:r>
            <w:r w:rsidRPr="000556FB">
              <w:rPr>
                <w:sz w:val="28"/>
                <w:szCs w:val="28"/>
              </w:rPr>
              <w:t>вой аттестация</w:t>
            </w:r>
          </w:p>
        </w:tc>
      </w:tr>
    </w:tbl>
    <w:p w:rsidR="00531A60" w:rsidRPr="000D6BFA" w:rsidRDefault="00531A60" w:rsidP="000D6BFA">
      <w:pPr>
        <w:tabs>
          <w:tab w:val="num" w:pos="1843"/>
        </w:tabs>
        <w:rPr>
          <w:b/>
          <w:i/>
          <w:sz w:val="28"/>
          <w:szCs w:val="28"/>
        </w:rPr>
      </w:pPr>
    </w:p>
    <w:sectPr w:rsidR="00531A60" w:rsidRPr="000D6BFA" w:rsidSect="005B68D9">
      <w:pgSz w:w="11906" w:h="16838"/>
      <w:pgMar w:top="851" w:right="850" w:bottom="851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B84" w:rsidRDefault="00610B84">
      <w:r>
        <w:separator/>
      </w:r>
    </w:p>
  </w:endnote>
  <w:endnote w:type="continuationSeparator" w:id="1">
    <w:p w:rsidR="00610B84" w:rsidRDefault="00610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89" w:rsidRDefault="00A90AD7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E2389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E2389" w:rsidRDefault="00FE2389" w:rsidP="00186EA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89" w:rsidRDefault="00A90AD7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E238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44897">
      <w:rPr>
        <w:rStyle w:val="af5"/>
        <w:noProof/>
      </w:rPr>
      <w:t>2</w:t>
    </w:r>
    <w:r>
      <w:rPr>
        <w:rStyle w:val="af5"/>
      </w:rPr>
      <w:fldChar w:fldCharType="end"/>
    </w:r>
  </w:p>
  <w:p w:rsidR="00FE2389" w:rsidRDefault="00FE2389" w:rsidP="00186EA0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89" w:rsidRDefault="00A90AD7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E2389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E2389" w:rsidRDefault="00FE2389" w:rsidP="00186EA0">
    <w:pPr>
      <w:pStyle w:val="af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389" w:rsidRDefault="00A90AD7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E238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44897">
      <w:rPr>
        <w:rStyle w:val="af5"/>
        <w:noProof/>
      </w:rPr>
      <w:t>14</w:t>
    </w:r>
    <w:r>
      <w:rPr>
        <w:rStyle w:val="af5"/>
      </w:rPr>
      <w:fldChar w:fldCharType="end"/>
    </w:r>
  </w:p>
  <w:p w:rsidR="00FE2389" w:rsidRDefault="00FE2389" w:rsidP="00186EA0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B84" w:rsidRDefault="00610B84">
      <w:r>
        <w:separator/>
      </w:r>
    </w:p>
  </w:footnote>
  <w:footnote w:type="continuationSeparator" w:id="1">
    <w:p w:rsidR="00610B84" w:rsidRDefault="00610B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5A8"/>
    <w:multiLevelType w:val="hybridMultilevel"/>
    <w:tmpl w:val="AE52F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A0B39"/>
    <w:multiLevelType w:val="hybridMultilevel"/>
    <w:tmpl w:val="42B8D9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204B9F"/>
    <w:multiLevelType w:val="hybridMultilevel"/>
    <w:tmpl w:val="4B22C16C"/>
    <w:lvl w:ilvl="0" w:tplc="EDA6B0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AA3494"/>
    <w:multiLevelType w:val="hybridMultilevel"/>
    <w:tmpl w:val="3C260F3C"/>
    <w:lvl w:ilvl="0" w:tplc="DFDA534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E46B3C"/>
    <w:multiLevelType w:val="hybridMultilevel"/>
    <w:tmpl w:val="21BEE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3ECC0E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601D71"/>
    <w:multiLevelType w:val="hybridMultilevel"/>
    <w:tmpl w:val="3F8C4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917082"/>
    <w:multiLevelType w:val="hybridMultilevel"/>
    <w:tmpl w:val="F6F81588"/>
    <w:lvl w:ilvl="0" w:tplc="0419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9">
    <w:nsid w:val="51ED49FC"/>
    <w:multiLevelType w:val="hybridMultilevel"/>
    <w:tmpl w:val="1F8A60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7A193D"/>
    <w:multiLevelType w:val="hybridMultilevel"/>
    <w:tmpl w:val="7ED407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1709EF"/>
    <w:multiLevelType w:val="hybridMultilevel"/>
    <w:tmpl w:val="6D5CD1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057743"/>
    <w:multiLevelType w:val="hybridMultilevel"/>
    <w:tmpl w:val="235ABCEC"/>
    <w:lvl w:ilvl="0" w:tplc="5DB8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F3ECC0E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805D06"/>
    <w:multiLevelType w:val="hybridMultilevel"/>
    <w:tmpl w:val="F9168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7A31EF"/>
    <w:multiLevelType w:val="hybridMultilevel"/>
    <w:tmpl w:val="6EDC4F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16"/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7192"/>
    <w:rsid w:val="000034D7"/>
    <w:rsid w:val="00004734"/>
    <w:rsid w:val="00007AC0"/>
    <w:rsid w:val="00010B1D"/>
    <w:rsid w:val="0001278E"/>
    <w:rsid w:val="000135D9"/>
    <w:rsid w:val="00013A54"/>
    <w:rsid w:val="00015A83"/>
    <w:rsid w:val="00030102"/>
    <w:rsid w:val="00030D2E"/>
    <w:rsid w:val="00033BD9"/>
    <w:rsid w:val="00040E09"/>
    <w:rsid w:val="00042676"/>
    <w:rsid w:val="00042812"/>
    <w:rsid w:val="00045348"/>
    <w:rsid w:val="000473FC"/>
    <w:rsid w:val="0004786A"/>
    <w:rsid w:val="00051A97"/>
    <w:rsid w:val="00051DBE"/>
    <w:rsid w:val="000549BD"/>
    <w:rsid w:val="00060043"/>
    <w:rsid w:val="00060370"/>
    <w:rsid w:val="0006135B"/>
    <w:rsid w:val="0006179F"/>
    <w:rsid w:val="00062D63"/>
    <w:rsid w:val="000643DF"/>
    <w:rsid w:val="00064D79"/>
    <w:rsid w:val="00066416"/>
    <w:rsid w:val="000711D1"/>
    <w:rsid w:val="00074CF0"/>
    <w:rsid w:val="0007559F"/>
    <w:rsid w:val="00077E6E"/>
    <w:rsid w:val="0008156B"/>
    <w:rsid w:val="00082885"/>
    <w:rsid w:val="0008446C"/>
    <w:rsid w:val="00090C79"/>
    <w:rsid w:val="000948D6"/>
    <w:rsid w:val="00094B13"/>
    <w:rsid w:val="000A28F1"/>
    <w:rsid w:val="000B4EF8"/>
    <w:rsid w:val="000C10DE"/>
    <w:rsid w:val="000C34BB"/>
    <w:rsid w:val="000D16F6"/>
    <w:rsid w:val="000D2B68"/>
    <w:rsid w:val="000D33DD"/>
    <w:rsid w:val="000D5CDF"/>
    <w:rsid w:val="000D6BFA"/>
    <w:rsid w:val="000E0275"/>
    <w:rsid w:val="000E0A0A"/>
    <w:rsid w:val="000E3F39"/>
    <w:rsid w:val="000E466E"/>
    <w:rsid w:val="000E6476"/>
    <w:rsid w:val="000F370D"/>
    <w:rsid w:val="000F6619"/>
    <w:rsid w:val="000F74B1"/>
    <w:rsid w:val="000F7A36"/>
    <w:rsid w:val="00100A02"/>
    <w:rsid w:val="00105049"/>
    <w:rsid w:val="00106016"/>
    <w:rsid w:val="00106480"/>
    <w:rsid w:val="0011375E"/>
    <w:rsid w:val="00130F20"/>
    <w:rsid w:val="00133071"/>
    <w:rsid w:val="00136B4F"/>
    <w:rsid w:val="0014522E"/>
    <w:rsid w:val="0015099B"/>
    <w:rsid w:val="00151F72"/>
    <w:rsid w:val="00153834"/>
    <w:rsid w:val="00172693"/>
    <w:rsid w:val="001804CB"/>
    <w:rsid w:val="00185914"/>
    <w:rsid w:val="00186EA0"/>
    <w:rsid w:val="001933B4"/>
    <w:rsid w:val="001A14F3"/>
    <w:rsid w:val="001A2F91"/>
    <w:rsid w:val="001A7D91"/>
    <w:rsid w:val="001B053E"/>
    <w:rsid w:val="001B26F1"/>
    <w:rsid w:val="001B40C3"/>
    <w:rsid w:val="001C00FD"/>
    <w:rsid w:val="001C2091"/>
    <w:rsid w:val="001C6B72"/>
    <w:rsid w:val="001D0E7B"/>
    <w:rsid w:val="001D10EB"/>
    <w:rsid w:val="001D2214"/>
    <w:rsid w:val="001E06DE"/>
    <w:rsid w:val="001E386B"/>
    <w:rsid w:val="001E7128"/>
    <w:rsid w:val="001F05D1"/>
    <w:rsid w:val="001F23D0"/>
    <w:rsid w:val="001F3B77"/>
    <w:rsid w:val="00203DF7"/>
    <w:rsid w:val="00206C48"/>
    <w:rsid w:val="00211B42"/>
    <w:rsid w:val="00211E37"/>
    <w:rsid w:val="00220E9B"/>
    <w:rsid w:val="00227398"/>
    <w:rsid w:val="00234C7B"/>
    <w:rsid w:val="00235EC7"/>
    <w:rsid w:val="00240A5A"/>
    <w:rsid w:val="00251415"/>
    <w:rsid w:val="002553F8"/>
    <w:rsid w:val="002560EA"/>
    <w:rsid w:val="00260AAC"/>
    <w:rsid w:val="00263151"/>
    <w:rsid w:val="00265AFD"/>
    <w:rsid w:val="00270CCD"/>
    <w:rsid w:val="00271BD8"/>
    <w:rsid w:val="00273CA1"/>
    <w:rsid w:val="00281894"/>
    <w:rsid w:val="002830A1"/>
    <w:rsid w:val="00287829"/>
    <w:rsid w:val="00291F32"/>
    <w:rsid w:val="0029397E"/>
    <w:rsid w:val="00293EE9"/>
    <w:rsid w:val="00295995"/>
    <w:rsid w:val="00297044"/>
    <w:rsid w:val="002B04A8"/>
    <w:rsid w:val="002B4C5E"/>
    <w:rsid w:val="002C0534"/>
    <w:rsid w:val="002C413F"/>
    <w:rsid w:val="002C4CE6"/>
    <w:rsid w:val="002C5116"/>
    <w:rsid w:val="002C5699"/>
    <w:rsid w:val="002D0793"/>
    <w:rsid w:val="002D1408"/>
    <w:rsid w:val="002D3BD3"/>
    <w:rsid w:val="002E27C8"/>
    <w:rsid w:val="002E7F4F"/>
    <w:rsid w:val="002F118B"/>
    <w:rsid w:val="002F5418"/>
    <w:rsid w:val="002F6CE8"/>
    <w:rsid w:val="003029BA"/>
    <w:rsid w:val="003043EB"/>
    <w:rsid w:val="00305247"/>
    <w:rsid w:val="00313B23"/>
    <w:rsid w:val="003141CF"/>
    <w:rsid w:val="00321F56"/>
    <w:rsid w:val="003263DA"/>
    <w:rsid w:val="003275AB"/>
    <w:rsid w:val="00334EA5"/>
    <w:rsid w:val="003419DA"/>
    <w:rsid w:val="00342A68"/>
    <w:rsid w:val="00344897"/>
    <w:rsid w:val="00345F7C"/>
    <w:rsid w:val="003509A1"/>
    <w:rsid w:val="003509E1"/>
    <w:rsid w:val="00353ED5"/>
    <w:rsid w:val="00361C74"/>
    <w:rsid w:val="003643E8"/>
    <w:rsid w:val="003648A6"/>
    <w:rsid w:val="00366404"/>
    <w:rsid w:val="00371C3A"/>
    <w:rsid w:val="003723C4"/>
    <w:rsid w:val="00385E60"/>
    <w:rsid w:val="003956A2"/>
    <w:rsid w:val="00395AAD"/>
    <w:rsid w:val="003A5D11"/>
    <w:rsid w:val="003B2B6F"/>
    <w:rsid w:val="003B4EDB"/>
    <w:rsid w:val="003B529F"/>
    <w:rsid w:val="003B52FF"/>
    <w:rsid w:val="003B608F"/>
    <w:rsid w:val="003C5AF2"/>
    <w:rsid w:val="003D341E"/>
    <w:rsid w:val="003D69CC"/>
    <w:rsid w:val="003E0FBC"/>
    <w:rsid w:val="003E4D9F"/>
    <w:rsid w:val="003E6D1C"/>
    <w:rsid w:val="00402B98"/>
    <w:rsid w:val="00404874"/>
    <w:rsid w:val="0040527F"/>
    <w:rsid w:val="00411CB0"/>
    <w:rsid w:val="00413F18"/>
    <w:rsid w:val="0041484F"/>
    <w:rsid w:val="0042381A"/>
    <w:rsid w:val="0042435D"/>
    <w:rsid w:val="00425DBF"/>
    <w:rsid w:val="00426FE3"/>
    <w:rsid w:val="004272D7"/>
    <w:rsid w:val="00431836"/>
    <w:rsid w:val="00440E26"/>
    <w:rsid w:val="004415ED"/>
    <w:rsid w:val="00441B90"/>
    <w:rsid w:val="00444A1C"/>
    <w:rsid w:val="004501E1"/>
    <w:rsid w:val="00456AAE"/>
    <w:rsid w:val="004603E2"/>
    <w:rsid w:val="00463EFB"/>
    <w:rsid w:val="00465A9E"/>
    <w:rsid w:val="00465B98"/>
    <w:rsid w:val="00470413"/>
    <w:rsid w:val="00472159"/>
    <w:rsid w:val="004759F0"/>
    <w:rsid w:val="004762E5"/>
    <w:rsid w:val="00480D6F"/>
    <w:rsid w:val="00481A54"/>
    <w:rsid w:val="00484BEA"/>
    <w:rsid w:val="00491210"/>
    <w:rsid w:val="00491FB7"/>
    <w:rsid w:val="00492935"/>
    <w:rsid w:val="00492BE6"/>
    <w:rsid w:val="004938F7"/>
    <w:rsid w:val="004956A1"/>
    <w:rsid w:val="0049646A"/>
    <w:rsid w:val="004A1296"/>
    <w:rsid w:val="004A5010"/>
    <w:rsid w:val="004A7A4E"/>
    <w:rsid w:val="004B402E"/>
    <w:rsid w:val="004B5D49"/>
    <w:rsid w:val="004C3D21"/>
    <w:rsid w:val="004C5780"/>
    <w:rsid w:val="004C694D"/>
    <w:rsid w:val="004C749A"/>
    <w:rsid w:val="004C79A1"/>
    <w:rsid w:val="004C7E46"/>
    <w:rsid w:val="004D1ED5"/>
    <w:rsid w:val="004D339A"/>
    <w:rsid w:val="004D458B"/>
    <w:rsid w:val="004D604E"/>
    <w:rsid w:val="004E0A0F"/>
    <w:rsid w:val="004E2076"/>
    <w:rsid w:val="004E48A2"/>
    <w:rsid w:val="004E7155"/>
    <w:rsid w:val="004F19C3"/>
    <w:rsid w:val="004F2393"/>
    <w:rsid w:val="004F2484"/>
    <w:rsid w:val="004F63B1"/>
    <w:rsid w:val="004F69AC"/>
    <w:rsid w:val="005040D8"/>
    <w:rsid w:val="00504156"/>
    <w:rsid w:val="00506143"/>
    <w:rsid w:val="00506CBE"/>
    <w:rsid w:val="00512333"/>
    <w:rsid w:val="00514D85"/>
    <w:rsid w:val="005208CD"/>
    <w:rsid w:val="00526B36"/>
    <w:rsid w:val="00526FB6"/>
    <w:rsid w:val="005309A4"/>
    <w:rsid w:val="00531020"/>
    <w:rsid w:val="00531A60"/>
    <w:rsid w:val="00531C3E"/>
    <w:rsid w:val="00531CC7"/>
    <w:rsid w:val="005323D0"/>
    <w:rsid w:val="00553DC2"/>
    <w:rsid w:val="005545F7"/>
    <w:rsid w:val="00555E33"/>
    <w:rsid w:val="005565E0"/>
    <w:rsid w:val="00561C69"/>
    <w:rsid w:val="0056355D"/>
    <w:rsid w:val="00564CE9"/>
    <w:rsid w:val="005710B3"/>
    <w:rsid w:val="00573494"/>
    <w:rsid w:val="0057407D"/>
    <w:rsid w:val="0058449B"/>
    <w:rsid w:val="00586B54"/>
    <w:rsid w:val="00595532"/>
    <w:rsid w:val="0059554C"/>
    <w:rsid w:val="005A6D17"/>
    <w:rsid w:val="005B5F6C"/>
    <w:rsid w:val="005B643A"/>
    <w:rsid w:val="005B68D9"/>
    <w:rsid w:val="005C1794"/>
    <w:rsid w:val="005D09B7"/>
    <w:rsid w:val="005D342B"/>
    <w:rsid w:val="005D3522"/>
    <w:rsid w:val="005D35AB"/>
    <w:rsid w:val="005D3B95"/>
    <w:rsid w:val="005E021C"/>
    <w:rsid w:val="005E6053"/>
    <w:rsid w:val="005E6A14"/>
    <w:rsid w:val="005F155D"/>
    <w:rsid w:val="005F3ACD"/>
    <w:rsid w:val="005F4C96"/>
    <w:rsid w:val="00610B84"/>
    <w:rsid w:val="00613227"/>
    <w:rsid w:val="006132AE"/>
    <w:rsid w:val="0061330B"/>
    <w:rsid w:val="00614560"/>
    <w:rsid w:val="006206B2"/>
    <w:rsid w:val="00620DBD"/>
    <w:rsid w:val="00621D35"/>
    <w:rsid w:val="00625422"/>
    <w:rsid w:val="006254FB"/>
    <w:rsid w:val="00627E4F"/>
    <w:rsid w:val="00630530"/>
    <w:rsid w:val="00631526"/>
    <w:rsid w:val="006320D4"/>
    <w:rsid w:val="00656377"/>
    <w:rsid w:val="006627DB"/>
    <w:rsid w:val="006657DE"/>
    <w:rsid w:val="00665F38"/>
    <w:rsid w:val="006662C9"/>
    <w:rsid w:val="00670748"/>
    <w:rsid w:val="0067088A"/>
    <w:rsid w:val="00674E5B"/>
    <w:rsid w:val="006937BD"/>
    <w:rsid w:val="006A3648"/>
    <w:rsid w:val="006A5323"/>
    <w:rsid w:val="006B07BD"/>
    <w:rsid w:val="006B22AA"/>
    <w:rsid w:val="006C22EC"/>
    <w:rsid w:val="006C4B80"/>
    <w:rsid w:val="006C5F7E"/>
    <w:rsid w:val="006C745C"/>
    <w:rsid w:val="006C7755"/>
    <w:rsid w:val="006E0528"/>
    <w:rsid w:val="006E58D4"/>
    <w:rsid w:val="006F30E3"/>
    <w:rsid w:val="006F7371"/>
    <w:rsid w:val="006F73C1"/>
    <w:rsid w:val="007017F6"/>
    <w:rsid w:val="007041B2"/>
    <w:rsid w:val="00707192"/>
    <w:rsid w:val="007105CC"/>
    <w:rsid w:val="00727C6B"/>
    <w:rsid w:val="00740BB7"/>
    <w:rsid w:val="00745AE5"/>
    <w:rsid w:val="00747972"/>
    <w:rsid w:val="00771FE1"/>
    <w:rsid w:val="007742AF"/>
    <w:rsid w:val="00775062"/>
    <w:rsid w:val="00780509"/>
    <w:rsid w:val="00792BD6"/>
    <w:rsid w:val="00793311"/>
    <w:rsid w:val="00795385"/>
    <w:rsid w:val="007959A6"/>
    <w:rsid w:val="00795A6F"/>
    <w:rsid w:val="007A59F7"/>
    <w:rsid w:val="007A7067"/>
    <w:rsid w:val="007B579D"/>
    <w:rsid w:val="007B6FA7"/>
    <w:rsid w:val="007B7AC1"/>
    <w:rsid w:val="007C3F5B"/>
    <w:rsid w:val="007D2322"/>
    <w:rsid w:val="007D58B9"/>
    <w:rsid w:val="007E2272"/>
    <w:rsid w:val="007E30AF"/>
    <w:rsid w:val="007E3581"/>
    <w:rsid w:val="007E369F"/>
    <w:rsid w:val="007E37A9"/>
    <w:rsid w:val="007E420E"/>
    <w:rsid w:val="007E42F1"/>
    <w:rsid w:val="007E587B"/>
    <w:rsid w:val="007F79A0"/>
    <w:rsid w:val="00804B61"/>
    <w:rsid w:val="00821F87"/>
    <w:rsid w:val="00825AAB"/>
    <w:rsid w:val="00830B3B"/>
    <w:rsid w:val="00831A6C"/>
    <w:rsid w:val="00837690"/>
    <w:rsid w:val="00837EA4"/>
    <w:rsid w:val="008442B0"/>
    <w:rsid w:val="00846820"/>
    <w:rsid w:val="00850038"/>
    <w:rsid w:val="00854FE1"/>
    <w:rsid w:val="00861D65"/>
    <w:rsid w:val="00870278"/>
    <w:rsid w:val="00871037"/>
    <w:rsid w:val="00873803"/>
    <w:rsid w:val="008741F7"/>
    <w:rsid w:val="00874A11"/>
    <w:rsid w:val="008A2539"/>
    <w:rsid w:val="008B14BC"/>
    <w:rsid w:val="008B3081"/>
    <w:rsid w:val="008B3467"/>
    <w:rsid w:val="008B56D9"/>
    <w:rsid w:val="008B5FE6"/>
    <w:rsid w:val="008D4999"/>
    <w:rsid w:val="008D58F5"/>
    <w:rsid w:val="008D5A81"/>
    <w:rsid w:val="008E0681"/>
    <w:rsid w:val="008E0F8D"/>
    <w:rsid w:val="008E1995"/>
    <w:rsid w:val="008E2112"/>
    <w:rsid w:val="008E2A7F"/>
    <w:rsid w:val="008E5369"/>
    <w:rsid w:val="008F162F"/>
    <w:rsid w:val="008F4989"/>
    <w:rsid w:val="008F57C1"/>
    <w:rsid w:val="009010E2"/>
    <w:rsid w:val="009018AC"/>
    <w:rsid w:val="00902AD7"/>
    <w:rsid w:val="00905419"/>
    <w:rsid w:val="00907D3B"/>
    <w:rsid w:val="009134C6"/>
    <w:rsid w:val="00917851"/>
    <w:rsid w:val="009221F0"/>
    <w:rsid w:val="00925BBE"/>
    <w:rsid w:val="00931990"/>
    <w:rsid w:val="00934EAE"/>
    <w:rsid w:val="00941AAA"/>
    <w:rsid w:val="0094301A"/>
    <w:rsid w:val="00947F94"/>
    <w:rsid w:val="009560B9"/>
    <w:rsid w:val="00957766"/>
    <w:rsid w:val="00963770"/>
    <w:rsid w:val="009639B8"/>
    <w:rsid w:val="00964095"/>
    <w:rsid w:val="00965AF3"/>
    <w:rsid w:val="00966270"/>
    <w:rsid w:val="00971ABA"/>
    <w:rsid w:val="00972654"/>
    <w:rsid w:val="00973FC5"/>
    <w:rsid w:val="00974E16"/>
    <w:rsid w:val="00975120"/>
    <w:rsid w:val="00990871"/>
    <w:rsid w:val="00991279"/>
    <w:rsid w:val="0099171F"/>
    <w:rsid w:val="009939C2"/>
    <w:rsid w:val="00996C31"/>
    <w:rsid w:val="00997161"/>
    <w:rsid w:val="009A3CE9"/>
    <w:rsid w:val="009A61BA"/>
    <w:rsid w:val="009B059F"/>
    <w:rsid w:val="009B1FF6"/>
    <w:rsid w:val="009B36B7"/>
    <w:rsid w:val="009B5AA0"/>
    <w:rsid w:val="009C1AED"/>
    <w:rsid w:val="009C21BB"/>
    <w:rsid w:val="009C2852"/>
    <w:rsid w:val="009C77E7"/>
    <w:rsid w:val="009D1388"/>
    <w:rsid w:val="009D265B"/>
    <w:rsid w:val="009E16AC"/>
    <w:rsid w:val="009E1C4B"/>
    <w:rsid w:val="009E3457"/>
    <w:rsid w:val="009E7B01"/>
    <w:rsid w:val="009F07DC"/>
    <w:rsid w:val="009F22AF"/>
    <w:rsid w:val="009F35F5"/>
    <w:rsid w:val="009F6B9F"/>
    <w:rsid w:val="00A01D81"/>
    <w:rsid w:val="00A0242C"/>
    <w:rsid w:val="00A03708"/>
    <w:rsid w:val="00A056B9"/>
    <w:rsid w:val="00A056ED"/>
    <w:rsid w:val="00A108E0"/>
    <w:rsid w:val="00A1183A"/>
    <w:rsid w:val="00A1249D"/>
    <w:rsid w:val="00A20A8B"/>
    <w:rsid w:val="00A37C0E"/>
    <w:rsid w:val="00A440A1"/>
    <w:rsid w:val="00A459D8"/>
    <w:rsid w:val="00A47F49"/>
    <w:rsid w:val="00A50E70"/>
    <w:rsid w:val="00A52A7B"/>
    <w:rsid w:val="00A54B22"/>
    <w:rsid w:val="00A54D5F"/>
    <w:rsid w:val="00A55148"/>
    <w:rsid w:val="00A55387"/>
    <w:rsid w:val="00A56E15"/>
    <w:rsid w:val="00A63A63"/>
    <w:rsid w:val="00A679B5"/>
    <w:rsid w:val="00A72D80"/>
    <w:rsid w:val="00A73A7B"/>
    <w:rsid w:val="00A74573"/>
    <w:rsid w:val="00A75E56"/>
    <w:rsid w:val="00A80232"/>
    <w:rsid w:val="00A81357"/>
    <w:rsid w:val="00A83331"/>
    <w:rsid w:val="00A858E5"/>
    <w:rsid w:val="00A905C0"/>
    <w:rsid w:val="00A90AD7"/>
    <w:rsid w:val="00A90AE0"/>
    <w:rsid w:val="00AA0BCF"/>
    <w:rsid w:val="00AA19DD"/>
    <w:rsid w:val="00AA1F86"/>
    <w:rsid w:val="00AA482B"/>
    <w:rsid w:val="00AA4FF2"/>
    <w:rsid w:val="00AA5571"/>
    <w:rsid w:val="00AB074E"/>
    <w:rsid w:val="00AB0C38"/>
    <w:rsid w:val="00AB1D0A"/>
    <w:rsid w:val="00AB257C"/>
    <w:rsid w:val="00AB61E7"/>
    <w:rsid w:val="00AC25E7"/>
    <w:rsid w:val="00AC5B0B"/>
    <w:rsid w:val="00AC7685"/>
    <w:rsid w:val="00AD05FA"/>
    <w:rsid w:val="00AD11FC"/>
    <w:rsid w:val="00AD1837"/>
    <w:rsid w:val="00AD5138"/>
    <w:rsid w:val="00AD5746"/>
    <w:rsid w:val="00AD71B1"/>
    <w:rsid w:val="00AF0C9B"/>
    <w:rsid w:val="00AF5393"/>
    <w:rsid w:val="00AF5CC6"/>
    <w:rsid w:val="00B00ADB"/>
    <w:rsid w:val="00B031A6"/>
    <w:rsid w:val="00B039C1"/>
    <w:rsid w:val="00B06718"/>
    <w:rsid w:val="00B06A4C"/>
    <w:rsid w:val="00B07111"/>
    <w:rsid w:val="00B10B6B"/>
    <w:rsid w:val="00B1466B"/>
    <w:rsid w:val="00B2399F"/>
    <w:rsid w:val="00B2420E"/>
    <w:rsid w:val="00B26009"/>
    <w:rsid w:val="00B30773"/>
    <w:rsid w:val="00B321FA"/>
    <w:rsid w:val="00B4124C"/>
    <w:rsid w:val="00B4612E"/>
    <w:rsid w:val="00B47D1B"/>
    <w:rsid w:val="00B51DBE"/>
    <w:rsid w:val="00B55151"/>
    <w:rsid w:val="00B56D52"/>
    <w:rsid w:val="00B570FF"/>
    <w:rsid w:val="00B7043F"/>
    <w:rsid w:val="00B840E4"/>
    <w:rsid w:val="00B86673"/>
    <w:rsid w:val="00B86843"/>
    <w:rsid w:val="00B87620"/>
    <w:rsid w:val="00B9086F"/>
    <w:rsid w:val="00B946EA"/>
    <w:rsid w:val="00B970EA"/>
    <w:rsid w:val="00BB4B14"/>
    <w:rsid w:val="00BB5632"/>
    <w:rsid w:val="00BB6FB0"/>
    <w:rsid w:val="00BB781B"/>
    <w:rsid w:val="00BC0AAA"/>
    <w:rsid w:val="00BC631A"/>
    <w:rsid w:val="00BC7608"/>
    <w:rsid w:val="00BD1EF6"/>
    <w:rsid w:val="00BD4709"/>
    <w:rsid w:val="00BE09A7"/>
    <w:rsid w:val="00BE0B48"/>
    <w:rsid w:val="00BE4292"/>
    <w:rsid w:val="00BE4A04"/>
    <w:rsid w:val="00BE5AC2"/>
    <w:rsid w:val="00BF31CA"/>
    <w:rsid w:val="00BF4341"/>
    <w:rsid w:val="00BF6BDD"/>
    <w:rsid w:val="00BF7367"/>
    <w:rsid w:val="00C02547"/>
    <w:rsid w:val="00C0365B"/>
    <w:rsid w:val="00C13B68"/>
    <w:rsid w:val="00C27509"/>
    <w:rsid w:val="00C30C2C"/>
    <w:rsid w:val="00C3151B"/>
    <w:rsid w:val="00C33EE8"/>
    <w:rsid w:val="00C3786F"/>
    <w:rsid w:val="00C43A23"/>
    <w:rsid w:val="00C50AD3"/>
    <w:rsid w:val="00C50E24"/>
    <w:rsid w:val="00C52589"/>
    <w:rsid w:val="00C6074A"/>
    <w:rsid w:val="00C62F06"/>
    <w:rsid w:val="00C63DCC"/>
    <w:rsid w:val="00C73A47"/>
    <w:rsid w:val="00C873AE"/>
    <w:rsid w:val="00C879D2"/>
    <w:rsid w:val="00C91A69"/>
    <w:rsid w:val="00C92546"/>
    <w:rsid w:val="00C94FAB"/>
    <w:rsid w:val="00C976B2"/>
    <w:rsid w:val="00CA4E38"/>
    <w:rsid w:val="00CA72F1"/>
    <w:rsid w:val="00CB0575"/>
    <w:rsid w:val="00CB2AAE"/>
    <w:rsid w:val="00CB4237"/>
    <w:rsid w:val="00CB477F"/>
    <w:rsid w:val="00CB58AE"/>
    <w:rsid w:val="00CC1CCC"/>
    <w:rsid w:val="00CC6AB8"/>
    <w:rsid w:val="00CD1014"/>
    <w:rsid w:val="00CD2579"/>
    <w:rsid w:val="00CD5F05"/>
    <w:rsid w:val="00CD6E56"/>
    <w:rsid w:val="00CE2957"/>
    <w:rsid w:val="00CE4132"/>
    <w:rsid w:val="00CF6A34"/>
    <w:rsid w:val="00D000C2"/>
    <w:rsid w:val="00D03685"/>
    <w:rsid w:val="00D04456"/>
    <w:rsid w:val="00D07EBA"/>
    <w:rsid w:val="00D107AB"/>
    <w:rsid w:val="00D116F9"/>
    <w:rsid w:val="00D11952"/>
    <w:rsid w:val="00D1697C"/>
    <w:rsid w:val="00D2035F"/>
    <w:rsid w:val="00D2577C"/>
    <w:rsid w:val="00D37CB7"/>
    <w:rsid w:val="00D43552"/>
    <w:rsid w:val="00D5371C"/>
    <w:rsid w:val="00D554C9"/>
    <w:rsid w:val="00D5599C"/>
    <w:rsid w:val="00D560BF"/>
    <w:rsid w:val="00D57B49"/>
    <w:rsid w:val="00D65342"/>
    <w:rsid w:val="00D665D1"/>
    <w:rsid w:val="00D66B20"/>
    <w:rsid w:val="00D66C40"/>
    <w:rsid w:val="00D73B34"/>
    <w:rsid w:val="00D73DA2"/>
    <w:rsid w:val="00D77F5F"/>
    <w:rsid w:val="00D9140B"/>
    <w:rsid w:val="00D91662"/>
    <w:rsid w:val="00D922EF"/>
    <w:rsid w:val="00D968B3"/>
    <w:rsid w:val="00DA6C64"/>
    <w:rsid w:val="00DB5B3D"/>
    <w:rsid w:val="00DD41C0"/>
    <w:rsid w:val="00DE1E12"/>
    <w:rsid w:val="00DE421D"/>
    <w:rsid w:val="00DE54CF"/>
    <w:rsid w:val="00DF0403"/>
    <w:rsid w:val="00DF1538"/>
    <w:rsid w:val="00DF3449"/>
    <w:rsid w:val="00DF4E91"/>
    <w:rsid w:val="00E015DA"/>
    <w:rsid w:val="00E10A04"/>
    <w:rsid w:val="00E1332F"/>
    <w:rsid w:val="00E1401B"/>
    <w:rsid w:val="00E16532"/>
    <w:rsid w:val="00E21BE5"/>
    <w:rsid w:val="00E21C40"/>
    <w:rsid w:val="00E33488"/>
    <w:rsid w:val="00E378F4"/>
    <w:rsid w:val="00E43F39"/>
    <w:rsid w:val="00E45043"/>
    <w:rsid w:val="00E46089"/>
    <w:rsid w:val="00E557C9"/>
    <w:rsid w:val="00E64CC0"/>
    <w:rsid w:val="00E66C79"/>
    <w:rsid w:val="00E7147F"/>
    <w:rsid w:val="00E746F8"/>
    <w:rsid w:val="00E803E4"/>
    <w:rsid w:val="00E840C6"/>
    <w:rsid w:val="00E84C25"/>
    <w:rsid w:val="00E900FF"/>
    <w:rsid w:val="00E91D47"/>
    <w:rsid w:val="00E92A44"/>
    <w:rsid w:val="00E95DE4"/>
    <w:rsid w:val="00EA1BCB"/>
    <w:rsid w:val="00EA56EF"/>
    <w:rsid w:val="00EB122C"/>
    <w:rsid w:val="00EB1418"/>
    <w:rsid w:val="00EC0516"/>
    <w:rsid w:val="00EC369B"/>
    <w:rsid w:val="00EC5CAF"/>
    <w:rsid w:val="00ED04D7"/>
    <w:rsid w:val="00ED3F41"/>
    <w:rsid w:val="00ED678C"/>
    <w:rsid w:val="00EE425F"/>
    <w:rsid w:val="00EE5EE6"/>
    <w:rsid w:val="00EE62EF"/>
    <w:rsid w:val="00F02DDE"/>
    <w:rsid w:val="00F03990"/>
    <w:rsid w:val="00F03B82"/>
    <w:rsid w:val="00F04281"/>
    <w:rsid w:val="00F04C91"/>
    <w:rsid w:val="00F052A0"/>
    <w:rsid w:val="00F13660"/>
    <w:rsid w:val="00F13AC4"/>
    <w:rsid w:val="00F17030"/>
    <w:rsid w:val="00F2144D"/>
    <w:rsid w:val="00F25BB6"/>
    <w:rsid w:val="00F27C30"/>
    <w:rsid w:val="00F34FB3"/>
    <w:rsid w:val="00F36E71"/>
    <w:rsid w:val="00F4217C"/>
    <w:rsid w:val="00F43D14"/>
    <w:rsid w:val="00F44C61"/>
    <w:rsid w:val="00F4731F"/>
    <w:rsid w:val="00F51FF1"/>
    <w:rsid w:val="00F52BAA"/>
    <w:rsid w:val="00F53A7C"/>
    <w:rsid w:val="00F54A85"/>
    <w:rsid w:val="00F62528"/>
    <w:rsid w:val="00F66497"/>
    <w:rsid w:val="00F729FD"/>
    <w:rsid w:val="00F72B8A"/>
    <w:rsid w:val="00F72C5C"/>
    <w:rsid w:val="00F7375C"/>
    <w:rsid w:val="00F76771"/>
    <w:rsid w:val="00F82544"/>
    <w:rsid w:val="00F833D7"/>
    <w:rsid w:val="00F852A7"/>
    <w:rsid w:val="00F876BD"/>
    <w:rsid w:val="00FA0F38"/>
    <w:rsid w:val="00FA1AB5"/>
    <w:rsid w:val="00FA2982"/>
    <w:rsid w:val="00FB1D10"/>
    <w:rsid w:val="00FB67F5"/>
    <w:rsid w:val="00FB6E93"/>
    <w:rsid w:val="00FC078E"/>
    <w:rsid w:val="00FC2ADC"/>
    <w:rsid w:val="00FC7C73"/>
    <w:rsid w:val="00FD00D5"/>
    <w:rsid w:val="00FD09EB"/>
    <w:rsid w:val="00FD139E"/>
    <w:rsid w:val="00FD2F5E"/>
    <w:rsid w:val="00FD5E0D"/>
    <w:rsid w:val="00FD686C"/>
    <w:rsid w:val="00FE2389"/>
    <w:rsid w:val="00FE35F5"/>
    <w:rsid w:val="00FE7A06"/>
    <w:rsid w:val="00FF6AC7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49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7349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FF6AC7"/>
    <w:pPr>
      <w:ind w:left="566" w:hanging="283"/>
    </w:pPr>
  </w:style>
  <w:style w:type="paragraph" w:styleId="20">
    <w:name w:val="Body Text Indent 2"/>
    <w:basedOn w:val="a"/>
    <w:link w:val="21"/>
    <w:uiPriority w:val="99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locked/>
    <w:rsid w:val="00573494"/>
    <w:rPr>
      <w:rFonts w:cs="Times New Roman"/>
      <w:sz w:val="24"/>
      <w:szCs w:val="24"/>
    </w:rPr>
  </w:style>
  <w:style w:type="character" w:styleId="a4">
    <w:name w:val="Strong"/>
    <w:basedOn w:val="a0"/>
    <w:uiPriority w:val="22"/>
    <w:qFormat/>
    <w:rsid w:val="00FF6AC7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573494"/>
    <w:rPr>
      <w:rFonts w:cs="Times New Roman"/>
    </w:rPr>
  </w:style>
  <w:style w:type="character" w:styleId="a7">
    <w:name w:val="footnote reference"/>
    <w:basedOn w:val="a0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73494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573494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lang w:val="ru-RU" w:eastAsia="ru-RU"/>
    </w:rPr>
  </w:style>
  <w:style w:type="character" w:styleId="ac">
    <w:name w:val="annotation reference"/>
    <w:basedOn w:val="a0"/>
    <w:uiPriority w:val="99"/>
    <w:semiHidden/>
    <w:rsid w:val="003E0FBC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73494"/>
    <w:rPr>
      <w:rFonts w:cs="Times New Roman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73494"/>
    <w:rPr>
      <w:b/>
      <w:bCs/>
    </w:rPr>
  </w:style>
  <w:style w:type="table" w:styleId="af1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73494"/>
    <w:rPr>
      <w:rFonts w:cs="Times New Roman"/>
      <w:sz w:val="24"/>
      <w:szCs w:val="24"/>
    </w:rPr>
  </w:style>
  <w:style w:type="character" w:styleId="af5">
    <w:name w:val="page number"/>
    <w:basedOn w:val="a0"/>
    <w:uiPriority w:val="99"/>
    <w:rsid w:val="00186EA0"/>
    <w:rPr>
      <w:rFonts w:cs="Times New Roman"/>
    </w:rPr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locked/>
    <w:rsid w:val="00A80232"/>
    <w:rPr>
      <w:rFonts w:cs="Times New Roman"/>
      <w:sz w:val="24"/>
      <w:szCs w:val="24"/>
    </w:rPr>
  </w:style>
  <w:style w:type="paragraph" w:styleId="af8">
    <w:name w:val="Title"/>
    <w:basedOn w:val="a"/>
    <w:link w:val="af9"/>
    <w:uiPriority w:val="10"/>
    <w:qFormat/>
    <w:rsid w:val="00D65342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uiPriority w:val="10"/>
    <w:locked/>
    <w:rsid w:val="0057349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a">
    <w:name w:val="литер"/>
    <w:basedOn w:val="a"/>
    <w:rsid w:val="007C3F5B"/>
    <w:pPr>
      <w:ind w:left="397" w:hanging="397"/>
    </w:pPr>
  </w:style>
  <w:style w:type="paragraph" w:styleId="afb">
    <w:name w:val="List"/>
    <w:basedOn w:val="a"/>
    <w:uiPriority w:val="99"/>
    <w:rsid w:val="00A80232"/>
    <w:pPr>
      <w:ind w:left="283" w:hanging="283"/>
      <w:contextualSpacing/>
    </w:pPr>
  </w:style>
  <w:style w:type="paragraph" w:styleId="afc">
    <w:name w:val="List Paragraph"/>
    <w:basedOn w:val="a"/>
    <w:uiPriority w:val="34"/>
    <w:qFormat/>
    <w:rsid w:val="00A80232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character" w:styleId="afd">
    <w:name w:val="Hyperlink"/>
    <w:basedOn w:val="a0"/>
    <w:uiPriority w:val="99"/>
    <w:rsid w:val="009D1388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9D1388"/>
    <w:rPr>
      <w:rFonts w:cs="Times New Roman"/>
    </w:rPr>
  </w:style>
  <w:style w:type="character" w:customStyle="1" w:styleId="b-serp-urlitem1">
    <w:name w:val="b-serp-url__item1"/>
    <w:basedOn w:val="a0"/>
    <w:rsid w:val="005B68D9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05571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5570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5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dcollegelib.ru/book/ISBN978597042645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0;&#1091;&#1079;&#1085;&#1077;&#1094;&#1086;&#1074;&#1072;\&#1056;&#1072;&#1073;&#1086;&#1095;&#1080;&#1081;%20&#1089;&#1090;&#1086;&#1083;\&#1055;&#1088;&#1086;&#1075;&#1088;&#1072;&#1084;&#1084;&#1099;%20&#1060;&#1043;&#1054;&#1057;\&#1044;&#1080;&#1089;&#1094;&#1080;&#1087;&#1083;&#1080;&#1085;&#1099;%20&#1040;&#1082;&#1091;&#1096;&#1077;&#1088;&#1089;&#1082;&#1086;&#1077;%20&#1076;&#1077;&#1083;&#1086;\&#1054;&#1089;&#1085;&#1086;&#1074;&#1099;%20&#1088;&#1077;&#1072;&#1073;&#1080;&#1083;&#1080;&#1090;&#1086;&#1083;&#1086;&#1075;&#1080;&#1080;%20&#1040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44F05-97AE-4145-83E2-691D83204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Основы реабилитологии АД.dot</Template>
  <TotalTime>241</TotalTime>
  <Pages>1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15017</CharactersWithSpaces>
  <SharedDoc>false</SharedDoc>
  <HLinks>
    <vt:vector size="48" baseType="variant">
      <vt:variant>
        <vt:i4>6094861</vt:i4>
      </vt:variant>
      <vt:variant>
        <vt:i4>21</vt:i4>
      </vt:variant>
      <vt:variant>
        <vt:i4>0</vt:i4>
      </vt:variant>
      <vt:variant>
        <vt:i4>5</vt:i4>
      </vt:variant>
      <vt:variant>
        <vt:lpwstr>http://www.rutracker.org/</vt:lpwstr>
      </vt:variant>
      <vt:variant>
        <vt:lpwstr/>
      </vt:variant>
      <vt:variant>
        <vt:i4>1048651</vt:i4>
      </vt:variant>
      <vt:variant>
        <vt:i4>18</vt:i4>
      </vt:variant>
      <vt:variant>
        <vt:i4>0</vt:i4>
      </vt:variant>
      <vt:variant>
        <vt:i4>5</vt:i4>
      </vt:variant>
      <vt:variant>
        <vt:lpwstr>http://www.mmbook.ru/</vt:lpwstr>
      </vt:variant>
      <vt:variant>
        <vt:lpwstr/>
      </vt:variant>
      <vt:variant>
        <vt:i4>4587533</vt:i4>
      </vt:variant>
      <vt:variant>
        <vt:i4>15</vt:i4>
      </vt:variant>
      <vt:variant>
        <vt:i4>0</vt:i4>
      </vt:variant>
      <vt:variant>
        <vt:i4>5</vt:i4>
      </vt:variant>
      <vt:variant>
        <vt:lpwstr>http://www.meduniver.com/</vt:lpwstr>
      </vt:variant>
      <vt:variant>
        <vt:lpwstr/>
      </vt:variant>
      <vt:variant>
        <vt:i4>7667757</vt:i4>
      </vt:variant>
      <vt:variant>
        <vt:i4>12</vt:i4>
      </vt:variant>
      <vt:variant>
        <vt:i4>0</vt:i4>
      </vt:variant>
      <vt:variant>
        <vt:i4>5</vt:i4>
      </vt:variant>
      <vt:variant>
        <vt:lpwstr>http://www.medliter.ru/</vt:lpwstr>
      </vt:variant>
      <vt:variant>
        <vt:lpwstr/>
      </vt:variant>
      <vt:variant>
        <vt:i4>7274535</vt:i4>
      </vt:variant>
      <vt:variant>
        <vt:i4>9</vt:i4>
      </vt:variant>
      <vt:variant>
        <vt:i4>0</vt:i4>
      </vt:variant>
      <vt:variant>
        <vt:i4>5</vt:i4>
      </vt:variant>
      <vt:variant>
        <vt:lpwstr>http://www.med-edu.ru/</vt:lpwstr>
      </vt:variant>
      <vt:variant>
        <vt:lpwstr/>
      </vt:variant>
      <vt:variant>
        <vt:i4>1704025</vt:i4>
      </vt:variant>
      <vt:variant>
        <vt:i4>6</vt:i4>
      </vt:variant>
      <vt:variant>
        <vt:i4>0</vt:i4>
      </vt:variant>
      <vt:variant>
        <vt:i4>5</vt:i4>
      </vt:variant>
      <vt:variant>
        <vt:lpwstr>http://www.kodges.ru/</vt:lpwstr>
      </vt:variant>
      <vt:variant>
        <vt:lpwstr/>
      </vt:variant>
      <vt:variant>
        <vt:i4>4915293</vt:i4>
      </vt:variant>
      <vt:variant>
        <vt:i4>3</vt:i4>
      </vt:variant>
      <vt:variant>
        <vt:i4>0</vt:i4>
      </vt:variant>
      <vt:variant>
        <vt:i4>5</vt:i4>
      </vt:variant>
      <vt:variant>
        <vt:lpwstr>http://www.bankknig.com/</vt:lpwstr>
      </vt:variant>
      <vt:variant>
        <vt:lpwstr/>
      </vt:variant>
      <vt:variant>
        <vt:i4>7208993</vt:i4>
      </vt:variant>
      <vt:variant>
        <vt:i4>0</vt:i4>
      </vt:variant>
      <vt:variant>
        <vt:i4>0</vt:i4>
      </vt:variant>
      <vt:variant>
        <vt:i4>5</vt:i4>
      </vt:variant>
      <vt:variant>
        <vt:lpwstr>http://www.6years.net/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АСУ</dc:creator>
  <cp:keywords/>
  <cp:lastModifiedBy>111_Igor</cp:lastModifiedBy>
  <cp:revision>53</cp:revision>
  <cp:lastPrinted>2014-09-22T03:46:00Z</cp:lastPrinted>
  <dcterms:created xsi:type="dcterms:W3CDTF">2012-06-28T03:48:00Z</dcterms:created>
  <dcterms:modified xsi:type="dcterms:W3CDTF">2018-03-30T07:11:00Z</dcterms:modified>
</cp:coreProperties>
</file>